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28" w:rsidRDefault="00E90328" w:rsidP="008F2743">
      <w:pPr>
        <w:jc w:val="both"/>
        <w:rPr>
          <w:rFonts w:ascii="Baskerville Old Face" w:hAnsi="Baskerville Old Face" w:cs="Baskerville Old Face"/>
          <w:sz w:val="32"/>
          <w:szCs w:val="32"/>
        </w:rPr>
      </w:pPr>
      <w:r w:rsidRPr="008F2743">
        <w:rPr>
          <w:rFonts w:ascii="Baskerville Old Face" w:hAnsi="Baskerville Old Face" w:cs="Baskerville Old Face"/>
          <w:sz w:val="32"/>
          <w:szCs w:val="32"/>
        </w:rPr>
        <w:t xml:space="preserve">   </w:t>
      </w:r>
    </w:p>
    <w:p w:rsidR="00E90328" w:rsidRDefault="00E90328" w:rsidP="0051034A">
      <w:pPr>
        <w:jc w:val="center"/>
        <w:rPr>
          <w:rFonts w:ascii="Baskerville Old Face" w:hAnsi="Baskerville Old Face" w:cs="Baskerville Old Face"/>
          <w:sz w:val="72"/>
          <w:szCs w:val="72"/>
        </w:rPr>
      </w:pPr>
    </w:p>
    <w:p w:rsidR="00E90328" w:rsidRPr="00737A0F" w:rsidRDefault="00E90328" w:rsidP="0051034A">
      <w:pPr>
        <w:jc w:val="center"/>
        <w:rPr>
          <w:rFonts w:ascii="Baskerville Old Face" w:hAnsi="Baskerville Old Face" w:cs="Baskerville Old Face"/>
          <w:sz w:val="144"/>
          <w:szCs w:val="144"/>
        </w:rPr>
      </w:pPr>
      <w:r w:rsidRPr="00737A0F">
        <w:rPr>
          <w:rFonts w:ascii="Baskerville Old Face" w:hAnsi="Baskerville Old Face" w:cs="Baskerville Old Face"/>
          <w:sz w:val="144"/>
          <w:szCs w:val="144"/>
        </w:rPr>
        <w:t>San Ginés</w:t>
      </w:r>
      <w:r>
        <w:rPr>
          <w:rFonts w:ascii="Baskerville Old Face" w:hAnsi="Baskerville Old Face" w:cs="Baskerville Old Face"/>
          <w:sz w:val="144"/>
          <w:szCs w:val="144"/>
        </w:rPr>
        <w:t xml:space="preserve"> 2013</w:t>
      </w:r>
    </w:p>
    <w:p w:rsidR="00E90328" w:rsidRDefault="00E90328" w:rsidP="0051034A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 xml:space="preserve">4º </w:t>
      </w:r>
      <w:r w:rsidRPr="008F2743">
        <w:rPr>
          <w:rFonts w:ascii="Arial" w:hAnsi="Arial" w:cs="Arial"/>
          <w:b/>
          <w:bCs/>
          <w:sz w:val="32"/>
          <w:szCs w:val="32"/>
          <w:u w:val="single"/>
        </w:rPr>
        <w:t>BORRADOR FIESTAS SAN GINES 201</w:t>
      </w:r>
      <w:r>
        <w:rPr>
          <w:rFonts w:ascii="Arial" w:hAnsi="Arial" w:cs="Arial"/>
          <w:b/>
          <w:bCs/>
          <w:sz w:val="32"/>
          <w:szCs w:val="32"/>
          <w:u w:val="single"/>
        </w:rPr>
        <w:t>3</w:t>
      </w:r>
    </w:p>
    <w:p w:rsidR="00E90328" w:rsidRPr="007960CF" w:rsidRDefault="00E90328" w:rsidP="0051034A">
      <w:pPr>
        <w:jc w:val="center"/>
        <w:rPr>
          <w:rFonts w:ascii="Baskerville Old Face" w:hAnsi="Baskerville Old Face" w:cs="Baskerville Old Face"/>
          <w:sz w:val="72"/>
          <w:szCs w:val="72"/>
        </w:rPr>
      </w:pPr>
      <w:r>
        <w:rPr>
          <w:rFonts w:ascii="Arial" w:hAnsi="Arial" w:cs="Arial"/>
          <w:b/>
          <w:bCs/>
          <w:sz w:val="32"/>
          <w:szCs w:val="32"/>
        </w:rPr>
        <w:t>Realizado el 26 de jul</w:t>
      </w:r>
      <w:r w:rsidRPr="007960CF">
        <w:rPr>
          <w:rFonts w:ascii="Arial" w:hAnsi="Arial" w:cs="Arial"/>
          <w:b/>
          <w:bCs/>
          <w:sz w:val="32"/>
          <w:szCs w:val="32"/>
        </w:rPr>
        <w:t>io de 2013</w:t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MIERCOLES 14</w:t>
      </w: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</w:pPr>
      <w:r>
        <w:t>20:00.-</w:t>
      </w:r>
    </w:p>
    <w:p w:rsidR="00E90328" w:rsidRDefault="00E90328" w:rsidP="004E071E">
      <w:pPr>
        <w:pStyle w:val="BodyText"/>
        <w:rPr>
          <w:rFonts w:cs="Times New Roman"/>
        </w:rPr>
      </w:pPr>
      <w:r w:rsidRPr="008F2743">
        <w:t xml:space="preserve">Lectura del pregón </w:t>
      </w:r>
      <w:r>
        <w:t>de las Fiestas de San Ginés 2013</w:t>
      </w:r>
      <w:r w:rsidRPr="008F2743">
        <w:t xml:space="preserve"> a cargo de</w:t>
      </w:r>
      <w:r>
        <w:t xml:space="preserve"> D.Pascual Calabuig</w:t>
      </w:r>
      <w:r w:rsidRPr="008F2743">
        <w:t>, en el</w:t>
      </w:r>
      <w:r>
        <w:t xml:space="preserve"> Salon de Plenos del Excmo. Ayuntamiento de Arrecife</w:t>
      </w:r>
      <w:r w:rsidRPr="008F2743">
        <w:t>.</w:t>
      </w: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</w:pPr>
      <w:r>
        <w:t xml:space="preserve">21.30.- </w:t>
      </w:r>
    </w:p>
    <w:p w:rsidR="00E90328" w:rsidRDefault="00E90328" w:rsidP="00E75777">
      <w:pPr>
        <w:ind w:left="708"/>
        <w:jc w:val="both"/>
        <w:rPr>
          <w:rFonts w:ascii="Arial" w:hAnsi="Arial" w:cs="Arial"/>
          <w:sz w:val="32"/>
          <w:szCs w:val="32"/>
        </w:rPr>
      </w:pPr>
      <w:r w:rsidRPr="008F2743">
        <w:rPr>
          <w:rFonts w:ascii="Arial" w:hAnsi="Arial" w:cs="Arial"/>
          <w:b/>
          <w:bCs/>
          <w:sz w:val="32"/>
          <w:szCs w:val="32"/>
        </w:rPr>
        <w:t>Gala Elección de</w:t>
      </w:r>
      <w:r w:rsidRPr="008F2743">
        <w:rPr>
          <w:rFonts w:ascii="Arial" w:hAnsi="Arial" w:cs="Arial"/>
          <w:sz w:val="32"/>
          <w:szCs w:val="32"/>
        </w:rPr>
        <w:t xml:space="preserve"> </w:t>
      </w:r>
      <w:r w:rsidRPr="008F2743">
        <w:rPr>
          <w:rFonts w:ascii="Arial" w:hAnsi="Arial" w:cs="Arial"/>
          <w:b/>
          <w:bCs/>
          <w:sz w:val="32"/>
          <w:szCs w:val="32"/>
        </w:rPr>
        <w:t>MISS ARRECIFE y REINA DE LAS FIESTAS de SAN GINÉS</w:t>
      </w:r>
      <w:r w:rsidRPr="008F2743">
        <w:rPr>
          <w:rFonts w:ascii="Arial" w:hAnsi="Arial" w:cs="Arial"/>
          <w:sz w:val="32"/>
          <w:szCs w:val="32"/>
        </w:rPr>
        <w:t>, con las actuaciones de</w:t>
      </w:r>
      <w:r>
        <w:rPr>
          <w:rFonts w:ascii="Arial" w:hAnsi="Arial" w:cs="Arial"/>
          <w:sz w:val="32"/>
          <w:szCs w:val="32"/>
        </w:rPr>
        <w:t xml:space="preserve"> los cantantes Juanjo y Walter</w:t>
      </w:r>
      <w:r w:rsidRPr="008F2743">
        <w:rPr>
          <w:rFonts w:ascii="Arial" w:hAnsi="Arial" w:cs="Arial"/>
          <w:sz w:val="32"/>
          <w:szCs w:val="32"/>
        </w:rPr>
        <w:t>, en la Carpa del Recinto Ferial</w:t>
      </w:r>
      <w:r>
        <w:rPr>
          <w:rFonts w:ascii="Arial" w:hAnsi="Arial" w:cs="Arial"/>
          <w:sz w:val="32"/>
          <w:szCs w:val="32"/>
        </w:rPr>
        <w:t>.</w:t>
      </w:r>
    </w:p>
    <w:p w:rsidR="00E90328" w:rsidRPr="008F2743" w:rsidRDefault="00E90328" w:rsidP="00E75777">
      <w:pPr>
        <w:ind w:left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Evento de Europa F.M.</w:t>
      </w:r>
    </w:p>
    <w:p w:rsidR="00E90328" w:rsidRPr="008F2743" w:rsidRDefault="00E90328" w:rsidP="00A20A51">
      <w:pPr>
        <w:jc w:val="both"/>
        <w:rPr>
          <w:rFonts w:ascii="Baskerville Old Face" w:hAnsi="Baskerville Old Face" w:cs="Baskerville Old Face"/>
          <w:sz w:val="32"/>
          <w:szCs w:val="32"/>
        </w:rPr>
      </w:pPr>
    </w:p>
    <w:p w:rsidR="00E90328" w:rsidRPr="008F2743" w:rsidRDefault="00E90328" w:rsidP="00A20A51">
      <w:pPr>
        <w:jc w:val="both"/>
        <w:rPr>
          <w:rFonts w:ascii="Baskerville Old Face" w:hAnsi="Baskerville Old Face" w:cs="Baskerville Old Face"/>
          <w:sz w:val="32"/>
          <w:szCs w:val="32"/>
        </w:rPr>
      </w:pPr>
    </w:p>
    <w:p w:rsidR="00E90328" w:rsidRPr="008F2743" w:rsidRDefault="00E90328" w:rsidP="00A20A51">
      <w:pPr>
        <w:jc w:val="both"/>
        <w:rPr>
          <w:rFonts w:ascii="Baskerville Old Face" w:hAnsi="Baskerville Old Face" w:cs="Baskerville Old Face"/>
          <w:sz w:val="32"/>
          <w:szCs w:val="32"/>
        </w:rPr>
      </w:pPr>
    </w:p>
    <w:p w:rsidR="00E90328" w:rsidRDefault="00E90328" w:rsidP="00A20A51">
      <w:pPr>
        <w:jc w:val="both"/>
        <w:rPr>
          <w:rFonts w:ascii="Arial" w:hAnsi="Arial" w:cs="Arial"/>
          <w:b/>
          <w:bCs/>
          <w:color w:val="FF0000"/>
          <w:sz w:val="40"/>
          <w:szCs w:val="40"/>
        </w:rPr>
      </w:pPr>
    </w:p>
    <w:p w:rsidR="00E90328" w:rsidRDefault="00E90328" w:rsidP="00A20A51">
      <w:pPr>
        <w:jc w:val="both"/>
        <w:rPr>
          <w:rFonts w:ascii="Arial" w:hAnsi="Arial" w:cs="Arial"/>
          <w:b/>
          <w:bCs/>
          <w:color w:val="FF0000"/>
          <w:sz w:val="40"/>
          <w:szCs w:val="40"/>
        </w:rPr>
      </w:pPr>
    </w:p>
    <w:p w:rsidR="00E90328" w:rsidRDefault="00E90328" w:rsidP="00A20A51">
      <w:pPr>
        <w:jc w:val="both"/>
        <w:rPr>
          <w:rFonts w:ascii="Arial" w:hAnsi="Arial" w:cs="Arial"/>
          <w:b/>
          <w:bCs/>
          <w:color w:val="FF0000"/>
          <w:sz w:val="40"/>
          <w:szCs w:val="40"/>
        </w:rPr>
      </w:pPr>
    </w:p>
    <w:p w:rsidR="00E90328" w:rsidRDefault="00E90328" w:rsidP="00A20A51">
      <w:pPr>
        <w:jc w:val="both"/>
        <w:rPr>
          <w:rFonts w:ascii="Arial" w:hAnsi="Arial" w:cs="Arial"/>
          <w:b/>
          <w:bCs/>
          <w:color w:val="FF0000"/>
          <w:sz w:val="40"/>
          <w:szCs w:val="40"/>
        </w:rPr>
      </w:pPr>
    </w:p>
    <w:p w:rsidR="00E90328" w:rsidRDefault="00E90328" w:rsidP="00A20A51">
      <w:pPr>
        <w:jc w:val="both"/>
        <w:rPr>
          <w:rFonts w:ascii="Arial" w:hAnsi="Arial" w:cs="Arial"/>
          <w:b/>
          <w:bCs/>
          <w:color w:val="FF0000"/>
          <w:sz w:val="40"/>
          <w:szCs w:val="40"/>
        </w:rPr>
      </w:pPr>
    </w:p>
    <w:p w:rsidR="00E90328" w:rsidRPr="00E75777" w:rsidRDefault="00E90328" w:rsidP="00A20A51">
      <w:pPr>
        <w:jc w:val="both"/>
        <w:rPr>
          <w:rFonts w:ascii="Arial" w:hAnsi="Arial" w:cs="Arial"/>
          <w:b/>
          <w:bCs/>
          <w:color w:val="FF0000"/>
          <w:sz w:val="40"/>
          <w:szCs w:val="40"/>
          <w:u w:val="single"/>
        </w:rPr>
      </w:pPr>
      <w:r w:rsidRPr="00E75777">
        <w:rPr>
          <w:rFonts w:ascii="Arial" w:hAnsi="Arial" w:cs="Arial"/>
          <w:b/>
          <w:bCs/>
          <w:color w:val="FF0000"/>
          <w:sz w:val="40"/>
          <w:szCs w:val="40"/>
          <w:u w:val="single"/>
        </w:rPr>
        <w:t>JUEVES 15</w:t>
      </w:r>
      <w:r>
        <w:rPr>
          <w:rFonts w:ascii="Arial" w:hAnsi="Arial" w:cs="Arial"/>
          <w:b/>
          <w:bCs/>
          <w:color w:val="FF0000"/>
          <w:sz w:val="40"/>
          <w:szCs w:val="40"/>
          <w:u w:val="single"/>
        </w:rPr>
        <w:t xml:space="preserve"> (fiesta)</w:t>
      </w: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</w:pPr>
      <w:r>
        <w:t>--:00.-</w:t>
      </w:r>
    </w:p>
    <w:p w:rsidR="00E90328" w:rsidRDefault="00E90328" w:rsidP="004E071E">
      <w:pPr>
        <w:pStyle w:val="BodyText"/>
      </w:pPr>
      <w:r>
        <w:t>Concurso canino “Perros sin raza” San Ginés 2013, organizado por la Asociación Protectora de Animales SARA.</w:t>
      </w: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VIERNES 16</w:t>
      </w:r>
    </w:p>
    <w:p w:rsidR="00E90328" w:rsidRPr="008F2743" w:rsidRDefault="00E90328" w:rsidP="00E75777">
      <w:pPr>
        <w:pStyle w:val="BodyText"/>
        <w:ind w:left="0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  <w:r>
        <w:t>21</w:t>
      </w:r>
      <w:r w:rsidRPr="008F2743">
        <w:t>:00.-</w:t>
      </w:r>
    </w:p>
    <w:p w:rsidR="00E90328" w:rsidRDefault="00E90328" w:rsidP="00E75777">
      <w:pPr>
        <w:pStyle w:val="BodyText"/>
      </w:pPr>
      <w:r>
        <w:rPr>
          <w:b/>
          <w:bCs/>
        </w:rPr>
        <w:t>Actuación de “En clave de ja”</w:t>
      </w:r>
      <w:r>
        <w:t>,</w:t>
      </w:r>
      <w:r w:rsidRPr="008F2743">
        <w:t xml:space="preserve"> en la carpa del Recinto Ferial</w:t>
      </w:r>
      <w:r>
        <w:t>.</w:t>
      </w:r>
    </w:p>
    <w:p w:rsidR="00E90328" w:rsidRDefault="00E90328" w:rsidP="00E75777">
      <w:pPr>
        <w:pStyle w:val="BodyText"/>
      </w:pPr>
    </w:p>
    <w:p w:rsidR="00E90328" w:rsidRDefault="00E90328" w:rsidP="00E75777">
      <w:pPr>
        <w:pStyle w:val="BodyText"/>
      </w:pPr>
      <w:r>
        <w:t>21:30.-</w:t>
      </w:r>
    </w:p>
    <w:p w:rsidR="00E90328" w:rsidRDefault="00E90328" w:rsidP="004E071E">
      <w:pPr>
        <w:pStyle w:val="BodyText"/>
      </w:pPr>
      <w:r>
        <w:t>Recital de música tradicional, con la participación del Grupo “Charco de San Ginés” y el Grupo “Sancocho”, en la Sociedad Democracia.</w:t>
      </w:r>
    </w:p>
    <w:p w:rsidR="00E90328" w:rsidRDefault="00E90328" w:rsidP="004E071E">
      <w:pPr>
        <w:pStyle w:val="BodyText"/>
      </w:pPr>
    </w:p>
    <w:p w:rsidR="00E90328" w:rsidRDefault="00E90328" w:rsidP="004E071E">
      <w:pPr>
        <w:pStyle w:val="BodyText"/>
      </w:pPr>
      <w:r>
        <w:t>16:00.-</w:t>
      </w:r>
    </w:p>
    <w:p w:rsidR="00E90328" w:rsidRPr="008F2743" w:rsidRDefault="00E90328" w:rsidP="004E071E">
      <w:pPr>
        <w:pStyle w:val="BodyText"/>
        <w:rPr>
          <w:rFonts w:cs="Times New Roman"/>
        </w:rPr>
      </w:pPr>
      <w:r>
        <w:t>X Torneo de bola canaria para mayores San Ginés 2013, en las canchas municipales.</w:t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A20A5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8F2743">
        <w:rPr>
          <w:rFonts w:ascii="Arial" w:hAnsi="Arial" w:cs="Arial"/>
          <w:b/>
          <w:bCs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SABADO 17</w:t>
      </w: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</w:p>
    <w:p w:rsidR="00E90328" w:rsidRDefault="00E90328" w:rsidP="00C7763D">
      <w:pPr>
        <w:pStyle w:val="BodyText"/>
        <w:ind w:left="0"/>
      </w:pPr>
      <w:r>
        <w:t xml:space="preserve">        20:00-</w:t>
      </w:r>
    </w:p>
    <w:p w:rsidR="00E90328" w:rsidRDefault="00E90328" w:rsidP="00A5582F">
      <w:pPr>
        <w:pStyle w:val="BodyText"/>
        <w:ind w:left="708"/>
      </w:pPr>
      <w:r>
        <w:t>Recital de “Parranderos y punto”, en la Sociedad Democracia.</w:t>
      </w:r>
    </w:p>
    <w:p w:rsidR="00E90328" w:rsidRDefault="00E90328" w:rsidP="00A5582F">
      <w:pPr>
        <w:pStyle w:val="BodyText"/>
        <w:ind w:left="708"/>
      </w:pPr>
    </w:p>
    <w:p w:rsidR="00E90328" w:rsidRDefault="00E90328" w:rsidP="0007283C">
      <w:pPr>
        <w:pStyle w:val="BodyText"/>
        <w:rPr>
          <w:rFonts w:cs="Times New Roman"/>
        </w:rPr>
      </w:pPr>
      <w:r w:rsidRPr="008F2743">
        <w:t>21:00.-</w:t>
      </w:r>
    </w:p>
    <w:p w:rsidR="00E90328" w:rsidRDefault="00E90328" w:rsidP="0007283C">
      <w:pPr>
        <w:pStyle w:val="BodyText"/>
      </w:pPr>
      <w:r w:rsidRPr="008F2743">
        <w:rPr>
          <w:b/>
          <w:bCs/>
        </w:rPr>
        <w:t>FESTIVAL INTERNACIONAL DE FOLCLORE</w:t>
      </w:r>
      <w:r w:rsidRPr="008F2743">
        <w:t>, en el Charco de Sa</w:t>
      </w:r>
      <w:r>
        <w:t>n Ginés, con las actuaciones de:</w:t>
      </w:r>
    </w:p>
    <w:p w:rsidR="00E90328" w:rsidRDefault="00E90328" w:rsidP="0007283C">
      <w:pPr>
        <w:pStyle w:val="BodyText"/>
      </w:pPr>
      <w:r w:rsidRPr="004E071E">
        <w:t>AGRUPACIÓN FOLCLÓRICA COROS Y DANZAS DE ARRECIFE</w:t>
      </w:r>
      <w:r>
        <w:t xml:space="preserve"> (LANZAROTE), AGRUPACION FOLCLORICA DE TETIR (FUERTEVENTURA), AGRUPACION FOLCLORICA “LOS POLIGUANCHES” (GRAN CANARIA) Y LA AGRUPACION FOLCLORICA “TAJARASTE” (TENERIFE).</w:t>
      </w:r>
    </w:p>
    <w:p w:rsidR="00E90328" w:rsidRDefault="00E90328" w:rsidP="0007283C">
      <w:pPr>
        <w:pStyle w:val="BodyText"/>
      </w:pPr>
    </w:p>
    <w:p w:rsidR="00E90328" w:rsidRDefault="00E90328" w:rsidP="0007283C">
      <w:pPr>
        <w:pStyle w:val="BodyText"/>
      </w:pPr>
      <w:r>
        <w:t>09:30.-</w:t>
      </w:r>
    </w:p>
    <w:p w:rsidR="00E90328" w:rsidRPr="008F2743" w:rsidRDefault="00E90328" w:rsidP="00F40828">
      <w:pPr>
        <w:pStyle w:val="BodyText"/>
        <w:rPr>
          <w:rFonts w:cs="Times New Roman"/>
        </w:rPr>
      </w:pPr>
      <w:r>
        <w:t>Final del X Torneo de bola canaria para mayores San Ginés 2013, en las canchas municipales.</w:t>
      </w:r>
    </w:p>
    <w:p w:rsidR="00E90328" w:rsidRDefault="00E90328" w:rsidP="004E071E">
      <w:pPr>
        <w:pStyle w:val="BodyText"/>
        <w:rPr>
          <w:rFonts w:cs="Times New Roman"/>
        </w:rPr>
      </w:pPr>
    </w:p>
    <w:p w:rsidR="00E90328" w:rsidRPr="00601468" w:rsidRDefault="00E90328" w:rsidP="004E071E">
      <w:pPr>
        <w:pStyle w:val="BodyText"/>
        <w:rPr>
          <w:rFonts w:cs="Times New Roman"/>
        </w:rPr>
      </w:pPr>
    </w:p>
    <w:p w:rsidR="00E90328" w:rsidRPr="003A6214" w:rsidRDefault="00E90328" w:rsidP="003A6214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DOMINGO 18</w:t>
      </w: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</w:pPr>
      <w:r>
        <w:t>21:00.-</w:t>
      </w:r>
    </w:p>
    <w:p w:rsidR="00E90328" w:rsidRDefault="00E90328" w:rsidP="00A5582F">
      <w:pPr>
        <w:pStyle w:val="BodyText"/>
      </w:pPr>
      <w:r>
        <w:t>Noche de parrandas en el Recinto Ferial, con las actuaciones de:</w:t>
      </w:r>
    </w:p>
    <w:p w:rsidR="00E90328" w:rsidRDefault="00E90328" w:rsidP="00A5582F">
      <w:pPr>
        <w:pStyle w:val="BodyText"/>
      </w:pPr>
    </w:p>
    <w:p w:rsidR="00E90328" w:rsidRDefault="00E90328" w:rsidP="00A5582F">
      <w:pPr>
        <w:pStyle w:val="BodyText"/>
      </w:pPr>
      <w:r>
        <w:t>PARANDEROS Y PUNTO.</w:t>
      </w:r>
    </w:p>
    <w:p w:rsidR="00E90328" w:rsidRDefault="00E90328" w:rsidP="00A5582F">
      <w:pPr>
        <w:pStyle w:val="BodyText"/>
      </w:pPr>
      <w:r>
        <w:t>PARRANDA EL GEITO.</w:t>
      </w:r>
    </w:p>
    <w:p w:rsidR="00E90328" w:rsidRDefault="00E90328" w:rsidP="00A5582F">
      <w:pPr>
        <w:pStyle w:val="BodyText"/>
      </w:pPr>
      <w:r>
        <w:t>PARRANDA PAL PORRON.</w:t>
      </w:r>
    </w:p>
    <w:p w:rsidR="00E90328" w:rsidRPr="008F2743" w:rsidRDefault="00E90328" w:rsidP="00A5582F">
      <w:pPr>
        <w:pStyle w:val="BodyText"/>
        <w:rPr>
          <w:rFonts w:cs="Times New Roman"/>
        </w:rPr>
      </w:pPr>
      <w:r>
        <w:t>PARRANDA DE FUERTEVENTURA.</w:t>
      </w:r>
    </w:p>
    <w:p w:rsidR="00E90328" w:rsidRPr="008F2743" w:rsidRDefault="00E90328" w:rsidP="00A20A5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8F2743">
        <w:rPr>
          <w:rFonts w:ascii="Arial" w:hAnsi="Arial" w:cs="Arial"/>
          <w:b/>
          <w:bCs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LUNES 19</w:t>
      </w:r>
    </w:p>
    <w:p w:rsidR="00E90328" w:rsidRDefault="00E90328" w:rsidP="004E071E">
      <w:pPr>
        <w:pStyle w:val="BodyText"/>
        <w:rPr>
          <w:rFonts w:cs="Times New Roman"/>
        </w:rPr>
      </w:pPr>
      <w:r>
        <w:t>21:00</w:t>
      </w:r>
      <w:r w:rsidRPr="008F2743">
        <w:t>.-</w:t>
      </w:r>
    </w:p>
    <w:p w:rsidR="00E90328" w:rsidRPr="00C7763D" w:rsidRDefault="00E90328" w:rsidP="004E071E">
      <w:pPr>
        <w:pStyle w:val="BodyText"/>
      </w:pPr>
      <w:r>
        <w:t>Recital Parranda Raíces “De la planta a la raíz”, en la carpa del Recinto Ferial</w:t>
      </w:r>
      <w:r w:rsidRPr="00C7763D">
        <w:t>.</w:t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A20A51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Pr="001E646F">
        <w:rPr>
          <w:rFonts w:ascii="Arial" w:hAnsi="Arial" w:cs="Arial"/>
          <w:sz w:val="32"/>
          <w:szCs w:val="32"/>
        </w:rPr>
        <w:t xml:space="preserve">23:30.- </w:t>
      </w:r>
    </w:p>
    <w:p w:rsidR="00E90328" w:rsidRPr="001E646F" w:rsidRDefault="00E90328" w:rsidP="00A20A51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Pr="001E646F">
        <w:rPr>
          <w:rFonts w:ascii="Arial" w:hAnsi="Arial" w:cs="Arial"/>
          <w:sz w:val="32"/>
          <w:szCs w:val="32"/>
        </w:rPr>
        <w:t>Festival de Rock en la cúpula del Recinto Ferial</w:t>
      </w:r>
      <w:r>
        <w:rPr>
          <w:rFonts w:ascii="Arial" w:hAnsi="Arial" w:cs="Arial"/>
          <w:sz w:val="32"/>
          <w:szCs w:val="32"/>
        </w:rPr>
        <w:t>.</w:t>
      </w:r>
      <w:r w:rsidRPr="001E646F">
        <w:rPr>
          <w:rFonts w:ascii="Arial" w:hAnsi="Arial" w:cs="Arial"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MARTES 20</w:t>
      </w:r>
    </w:p>
    <w:p w:rsidR="00E90328" w:rsidRDefault="00E90328" w:rsidP="004E071E">
      <w:pPr>
        <w:pStyle w:val="BodyText"/>
      </w:pPr>
      <w:r>
        <w:t xml:space="preserve">  </w:t>
      </w:r>
    </w:p>
    <w:p w:rsidR="00E90328" w:rsidRDefault="00E90328" w:rsidP="004E071E">
      <w:pPr>
        <w:pStyle w:val="BodyText"/>
      </w:pPr>
      <w:r>
        <w:t xml:space="preserve">21:00.- </w:t>
      </w:r>
    </w:p>
    <w:p w:rsidR="00E90328" w:rsidRDefault="00E90328" w:rsidP="004E071E">
      <w:pPr>
        <w:pStyle w:val="BodyText"/>
      </w:pPr>
      <w:r>
        <w:t>Festival de Rock en la cúpula del Recinto Ferial</w:t>
      </w:r>
    </w:p>
    <w:p w:rsidR="00E90328" w:rsidRDefault="00E90328" w:rsidP="004E071E">
      <w:pPr>
        <w:pStyle w:val="BodyText"/>
      </w:pPr>
    </w:p>
    <w:p w:rsidR="00E90328" w:rsidRPr="007C195A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A20A5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8F2743">
        <w:rPr>
          <w:rFonts w:ascii="Arial" w:hAnsi="Arial" w:cs="Arial"/>
          <w:b/>
          <w:bCs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MIERCOLES 21</w:t>
      </w: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</w:p>
    <w:p w:rsidR="00E90328" w:rsidRDefault="00E90328" w:rsidP="00C7763D">
      <w:pPr>
        <w:pStyle w:val="BodyText"/>
        <w:rPr>
          <w:rFonts w:cs="Times New Roman"/>
        </w:rPr>
      </w:pPr>
      <w:r w:rsidRPr="008F2743">
        <w:t>21:00.-</w:t>
      </w:r>
    </w:p>
    <w:p w:rsidR="00E90328" w:rsidRPr="008F2743" w:rsidRDefault="00E90328" w:rsidP="00C7763D">
      <w:pPr>
        <w:pStyle w:val="BodyText"/>
        <w:rPr>
          <w:rFonts w:cs="Times New Roman"/>
        </w:rPr>
      </w:pPr>
      <w:r w:rsidRPr="008F2743">
        <w:rPr>
          <w:b/>
          <w:bCs/>
        </w:rPr>
        <w:t>Encuentro de la canción MAESARPEY</w:t>
      </w:r>
      <w:r w:rsidRPr="008F2743">
        <w:t>, en el Charco de San Ginés.</w:t>
      </w:r>
      <w:r>
        <w:t xml:space="preserve"> </w:t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C45FDC">
      <w:pPr>
        <w:pStyle w:val="BodyText"/>
      </w:pPr>
      <w:r>
        <w:t>21:00.- Festival de Rock en la cúpula del Recinto Ferial.</w:t>
      </w:r>
    </w:p>
    <w:p w:rsidR="00E90328" w:rsidRPr="008F2743" w:rsidRDefault="00E90328" w:rsidP="00A20A5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8F2743">
        <w:rPr>
          <w:rFonts w:ascii="Arial" w:hAnsi="Arial" w:cs="Arial"/>
          <w:b/>
          <w:bCs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JUEVES 22</w:t>
      </w:r>
    </w:p>
    <w:p w:rsidR="00E90328" w:rsidRDefault="00E90328" w:rsidP="0007283C">
      <w:pPr>
        <w:pStyle w:val="BodyText"/>
        <w:rPr>
          <w:rFonts w:cs="Times New Roman"/>
        </w:rPr>
      </w:pPr>
      <w:r w:rsidRPr="008F2743">
        <w:t>21:30.-</w:t>
      </w:r>
    </w:p>
    <w:p w:rsidR="00E90328" w:rsidRPr="008F2743" w:rsidRDefault="00E90328" w:rsidP="0007283C">
      <w:pPr>
        <w:pStyle w:val="BodyText"/>
      </w:pPr>
      <w:r>
        <w:t>XXV</w:t>
      </w:r>
      <w:r w:rsidRPr="008F2743">
        <w:t xml:space="preserve"> ENCUENTRO DE HABANERAS Y MÚSICA DEL MAR “BRAULIO DE LEÓN”,  en el Charco de San Ginés, con la participación de:</w:t>
      </w:r>
    </w:p>
    <w:p w:rsidR="00E90328" w:rsidRPr="008F2743" w:rsidRDefault="00E90328" w:rsidP="0007283C">
      <w:pPr>
        <w:pStyle w:val="BodyText"/>
      </w:pPr>
      <w:r w:rsidRPr="008F2743">
        <w:t>AMIGOS DE PORTONAO (ARRECIFE).</w:t>
      </w:r>
    </w:p>
    <w:p w:rsidR="00E90328" w:rsidRDefault="00E90328" w:rsidP="0007283C">
      <w:pPr>
        <w:pStyle w:val="BodyText"/>
        <w:rPr>
          <w:rFonts w:cs="Times New Roman"/>
        </w:rPr>
      </w:pPr>
      <w:r w:rsidRPr="008F2743">
        <w:t>CORAL ARRECIFE</w:t>
      </w:r>
    </w:p>
    <w:p w:rsidR="00E90328" w:rsidRDefault="00E90328" w:rsidP="0007283C">
      <w:pPr>
        <w:pStyle w:val="BodyText"/>
      </w:pPr>
      <w:r>
        <w:t>AGRUPACION ARTISTICA “EL CABO”</w:t>
      </w:r>
    </w:p>
    <w:p w:rsidR="00E90328" w:rsidRPr="008F2743" w:rsidRDefault="00E90328" w:rsidP="0007283C">
      <w:pPr>
        <w:pStyle w:val="BodyText"/>
        <w:rPr>
          <w:rFonts w:cs="Times New Roman"/>
        </w:rPr>
      </w:pPr>
    </w:p>
    <w:p w:rsidR="00E90328" w:rsidRDefault="00E90328" w:rsidP="00C45FDC">
      <w:pPr>
        <w:pStyle w:val="BodyText"/>
      </w:pPr>
      <w:r>
        <w:t>21:00.- Festival de Rock en la cúpula del Recinto Ferial</w:t>
      </w: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</w:pPr>
      <w:r>
        <w:t>20:00.-</w:t>
      </w:r>
    </w:p>
    <w:p w:rsidR="00E90328" w:rsidRPr="008F2743" w:rsidRDefault="00E90328" w:rsidP="004E071E">
      <w:pPr>
        <w:pStyle w:val="BodyText"/>
        <w:rPr>
          <w:rFonts w:cs="Times New Roman"/>
        </w:rPr>
      </w:pPr>
      <w:r>
        <w:t>XVI Encuentro de personas mayores,  en el Recinto Ferial con las actuaciones de____________(Organiza Concejalía de Servicios Sociales).</w:t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507966">
      <w:pPr>
        <w:rPr>
          <w:rFonts w:ascii="Arial" w:hAnsi="Arial" w:cs="Arial"/>
          <w:b/>
          <w:bCs/>
          <w:sz w:val="32"/>
          <w:szCs w:val="32"/>
        </w:rPr>
      </w:pPr>
      <w:r w:rsidRPr="008F2743">
        <w:rPr>
          <w:rFonts w:ascii="Arial" w:hAnsi="Arial" w:cs="Arial"/>
          <w:b/>
          <w:bCs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8E3D28">
      <w:pPr>
        <w:pStyle w:val="BodyText"/>
        <w:rPr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VIERNES 23</w:t>
      </w:r>
    </w:p>
    <w:p w:rsidR="00E90328" w:rsidRDefault="00E90328" w:rsidP="008E3D28">
      <w:pPr>
        <w:pStyle w:val="BodyText"/>
        <w:rPr>
          <w:b/>
          <w:bCs/>
          <w:color w:val="FF0000"/>
          <w:sz w:val="40"/>
          <w:szCs w:val="40"/>
          <w:u w:val="single"/>
        </w:rPr>
      </w:pPr>
    </w:p>
    <w:p w:rsidR="00E90328" w:rsidRPr="00CB2430" w:rsidRDefault="00E90328" w:rsidP="008E3D28">
      <w:pPr>
        <w:pStyle w:val="BodyText"/>
      </w:pPr>
      <w:r w:rsidRPr="00CB2430">
        <w:t>20:30.- Final del campeonato de envite San Ginés 2013.</w:t>
      </w:r>
    </w:p>
    <w:p w:rsidR="00E90328" w:rsidRPr="00CB2430" w:rsidRDefault="00E90328" w:rsidP="008E3D28">
      <w:pPr>
        <w:pStyle w:val="BodyText"/>
      </w:pPr>
    </w:p>
    <w:p w:rsidR="00E90328" w:rsidRPr="00CB2430" w:rsidRDefault="00E90328" w:rsidP="008E3D28">
      <w:pPr>
        <w:pStyle w:val="BodyText"/>
      </w:pPr>
      <w:r w:rsidRPr="00CB2430">
        <w:t>20:30.-</w:t>
      </w:r>
    </w:p>
    <w:p w:rsidR="00E90328" w:rsidRPr="00CB2430" w:rsidRDefault="00E90328" w:rsidP="008E3D28">
      <w:pPr>
        <w:pStyle w:val="BodyText"/>
      </w:pPr>
      <w:r w:rsidRPr="00CB2430">
        <w:t>Concierto Lírico de la Agrupación artística “El Cabo”, en el Charco de San Ginés.</w:t>
      </w:r>
    </w:p>
    <w:p w:rsidR="00E90328" w:rsidRPr="008E3D28" w:rsidRDefault="00E90328" w:rsidP="008E3D28">
      <w:pPr>
        <w:pStyle w:val="BodyText"/>
        <w:rPr>
          <w:rFonts w:cs="Times New Roman"/>
          <w:sz w:val="40"/>
          <w:szCs w:val="40"/>
        </w:rPr>
      </w:pPr>
    </w:p>
    <w:p w:rsidR="00E90328" w:rsidRDefault="00E90328" w:rsidP="0007283C">
      <w:pPr>
        <w:pStyle w:val="BodyText"/>
        <w:rPr>
          <w:rFonts w:cs="Times New Roman"/>
        </w:rPr>
      </w:pPr>
      <w:r w:rsidRPr="008F2743">
        <w:t>21:30.-</w:t>
      </w:r>
    </w:p>
    <w:p w:rsidR="00E90328" w:rsidRDefault="00E90328" w:rsidP="0007283C">
      <w:pPr>
        <w:pStyle w:val="BodyText"/>
      </w:pPr>
      <w:r>
        <w:rPr>
          <w:b/>
          <w:bCs/>
        </w:rPr>
        <w:t>XXIV</w:t>
      </w:r>
      <w:r w:rsidRPr="00FF2AEF">
        <w:rPr>
          <w:b/>
          <w:bCs/>
        </w:rPr>
        <w:t xml:space="preserve"> FESTIVAL CAMPESINO</w:t>
      </w:r>
      <w:r>
        <w:rPr>
          <w:b/>
          <w:bCs/>
        </w:rPr>
        <w:t xml:space="preserve"> “En busca de Valentina”</w:t>
      </w:r>
      <w:r>
        <w:t>, en la carpa del Recinto Ferial, con la participación de: MESTISAY, TABURIENTE,……</w:t>
      </w:r>
    </w:p>
    <w:p w:rsidR="00E90328" w:rsidRDefault="00E90328" w:rsidP="0007283C">
      <w:pPr>
        <w:pStyle w:val="BodyText"/>
      </w:pPr>
    </w:p>
    <w:p w:rsidR="00E90328" w:rsidRDefault="00E90328" w:rsidP="0007283C">
      <w:pPr>
        <w:pStyle w:val="BodyText"/>
      </w:pPr>
    </w:p>
    <w:p w:rsidR="00E90328" w:rsidRPr="008F2743" w:rsidRDefault="00E90328" w:rsidP="0007283C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A20A5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8F2743">
        <w:rPr>
          <w:rFonts w:ascii="Arial" w:hAnsi="Arial" w:cs="Arial"/>
          <w:b/>
          <w:bCs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07283C">
      <w:pPr>
        <w:pStyle w:val="BodyText"/>
        <w:rPr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SABADO 24</w:t>
      </w: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</w:pPr>
      <w:r>
        <w:t xml:space="preserve">21:30.- </w:t>
      </w:r>
    </w:p>
    <w:p w:rsidR="00E90328" w:rsidRPr="008F2743" w:rsidRDefault="00E90328" w:rsidP="004E071E">
      <w:pPr>
        <w:pStyle w:val="BodyText"/>
        <w:rPr>
          <w:rFonts w:cs="Times New Roman"/>
        </w:rPr>
      </w:pPr>
      <w:r>
        <w:t>Cantantes del puerto, Dulce, Eva y el grupo “   ______”, con la imitación de Kike Pérez.</w:t>
      </w:r>
    </w:p>
    <w:p w:rsidR="00E90328" w:rsidRPr="008F2743" w:rsidRDefault="00E90328" w:rsidP="00A20A5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8F2743">
        <w:rPr>
          <w:rFonts w:ascii="Arial" w:hAnsi="Arial" w:cs="Arial"/>
          <w:b/>
          <w:bCs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Pr="008A134D" w:rsidRDefault="00E90328" w:rsidP="004E071E">
      <w:pPr>
        <w:pStyle w:val="BodyText"/>
        <w:rPr>
          <w:rFonts w:cs="Times New Roman"/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>DOMINGO 25</w:t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07283C">
      <w:pPr>
        <w:pStyle w:val="BodyText"/>
        <w:rPr>
          <w:rFonts w:cs="Times New Roman"/>
        </w:rPr>
      </w:pPr>
      <w:r w:rsidRPr="008F2743">
        <w:t>21:00.-</w:t>
      </w:r>
    </w:p>
    <w:p w:rsidR="00E90328" w:rsidRDefault="00E90328" w:rsidP="0007283C">
      <w:pPr>
        <w:pStyle w:val="BodyText"/>
      </w:pPr>
      <w:r>
        <w:rPr>
          <w:b/>
          <w:bCs/>
        </w:rPr>
        <w:t>Recital de</w:t>
      </w:r>
      <w:r w:rsidRPr="008F2743">
        <w:rPr>
          <w:b/>
          <w:bCs/>
        </w:rPr>
        <w:t xml:space="preserve"> </w:t>
      </w:r>
      <w:r>
        <w:rPr>
          <w:b/>
          <w:bCs/>
        </w:rPr>
        <w:t>BENITO CABRERA</w:t>
      </w:r>
      <w:r>
        <w:t>,</w:t>
      </w:r>
      <w:r w:rsidRPr="008F2743">
        <w:t xml:space="preserve"> en la carpa del Recinto Ferial</w:t>
      </w:r>
      <w:r>
        <w:t>.</w:t>
      </w:r>
    </w:p>
    <w:p w:rsidR="00E90328" w:rsidRDefault="00E90328" w:rsidP="0007283C">
      <w:pPr>
        <w:pStyle w:val="BodyText"/>
      </w:pPr>
    </w:p>
    <w:p w:rsidR="00E90328" w:rsidRDefault="00E90328" w:rsidP="0007283C">
      <w:pPr>
        <w:pStyle w:val="BodyText"/>
      </w:pPr>
      <w:r>
        <w:t>22:30.-</w:t>
      </w:r>
    </w:p>
    <w:p w:rsidR="00E90328" w:rsidRDefault="00E90328" w:rsidP="0007283C">
      <w:pPr>
        <w:pStyle w:val="BodyText"/>
      </w:pPr>
      <w:r>
        <w:t>Gran quema de fuegos artificiales</w:t>
      </w:r>
    </w:p>
    <w:p w:rsidR="00E90328" w:rsidRPr="008F2743" w:rsidRDefault="00E90328" w:rsidP="0007283C">
      <w:pPr>
        <w:pStyle w:val="BodyText"/>
        <w:rPr>
          <w:rFonts w:cs="Times New Roman"/>
        </w:rPr>
      </w:pPr>
    </w:p>
    <w:p w:rsidR="00E90328" w:rsidRPr="008F2743" w:rsidRDefault="00E90328" w:rsidP="00006D78">
      <w:pPr>
        <w:jc w:val="both"/>
      </w:pPr>
      <w:r w:rsidRPr="008F2743">
        <w:rPr>
          <w:rFonts w:ascii="Arial" w:hAnsi="Arial" w:cs="Arial"/>
          <w:b/>
          <w:bCs/>
          <w:sz w:val="32"/>
          <w:szCs w:val="32"/>
        </w:rPr>
        <w:br w:type="page"/>
      </w:r>
    </w:p>
    <w:p w:rsidR="00E90328" w:rsidRPr="008F2743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Default="00E90328" w:rsidP="004E071E">
      <w:pPr>
        <w:pStyle w:val="BodyText"/>
        <w:rPr>
          <w:rFonts w:cs="Times New Roman"/>
        </w:rPr>
      </w:pPr>
    </w:p>
    <w:p w:rsidR="00E90328" w:rsidRPr="008F2743" w:rsidRDefault="00E90328" w:rsidP="004E071E">
      <w:pPr>
        <w:pStyle w:val="BodyText"/>
        <w:rPr>
          <w:rFonts w:cs="Times New Roman"/>
        </w:rPr>
      </w:pPr>
      <w:r>
        <w:t xml:space="preserve">Verbenas populares los días 16, 17, 23 y 24  en la cúpula del Recinto Ferial. </w:t>
      </w:r>
    </w:p>
    <w:sectPr w:rsidR="00E90328" w:rsidRPr="008F2743" w:rsidSect="00A20A51">
      <w:headerReference w:type="even" r:id="rId7"/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328" w:rsidRDefault="00E90328" w:rsidP="002B20BC">
      <w:pPr>
        <w:spacing w:after="0" w:line="240" w:lineRule="auto"/>
      </w:pPr>
      <w:r>
        <w:separator/>
      </w:r>
    </w:p>
  </w:endnote>
  <w:endnote w:type="continuationSeparator" w:id="0">
    <w:p w:rsidR="00E90328" w:rsidRDefault="00E90328" w:rsidP="002B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328" w:rsidRPr="00F17E69" w:rsidRDefault="00E90328">
    <w:pPr>
      <w:pStyle w:val="Footer"/>
      <w:rPr>
        <w:b/>
        <w:bCs/>
        <w:i/>
        <w:iCs/>
        <w:sz w:val="32"/>
        <w:szCs w:val="32"/>
      </w:rPr>
    </w:pPr>
    <w:r>
      <w:rPr>
        <w:b/>
        <w:bCs/>
        <w:i/>
        <w:iCs/>
        <w:sz w:val="32"/>
        <w:szCs w:val="32"/>
      </w:rPr>
      <w:t>Fecha: del 14</w:t>
    </w:r>
    <w:r w:rsidRPr="00F17E69">
      <w:rPr>
        <w:b/>
        <w:bCs/>
        <w:i/>
        <w:iCs/>
        <w:sz w:val="32"/>
        <w:szCs w:val="32"/>
      </w:rPr>
      <w:t xml:space="preserve"> al 25 de Agosto.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328" w:rsidRDefault="00E90328" w:rsidP="002B20BC">
      <w:pPr>
        <w:spacing w:after="0" w:line="240" w:lineRule="auto"/>
      </w:pPr>
      <w:r>
        <w:separator/>
      </w:r>
    </w:p>
  </w:footnote>
  <w:footnote w:type="continuationSeparator" w:id="0">
    <w:p w:rsidR="00E90328" w:rsidRDefault="00E90328" w:rsidP="002B2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328" w:rsidRDefault="00E9032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328" w:rsidRDefault="00E90328">
    <w:pPr>
      <w:pStyle w:val="Header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4" o:spid="_x0000_s2049" type="#_x0000_t75" style="position:absolute;margin-left:-7.75pt;margin-top:-35.4pt;width:45.25pt;height:56.85pt;z-index:-251656192;visibility:visible">
          <v:imagedata r:id="rId1" o:title=""/>
        </v:shape>
      </w:pict>
    </w:r>
  </w:p>
  <w:p w:rsidR="00E90328" w:rsidRDefault="00E90328" w:rsidP="002B20BC">
    <w:pPr>
      <w:pStyle w:val="Header"/>
      <w:framePr w:w="8353" w:h="571" w:hSpace="141" w:wrap="around" w:vAnchor="text" w:hAnchor="page" w:x="490" w:y="284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EXCMO. AYUNTAMIENTO DE ARRECIFE</w:t>
    </w:r>
  </w:p>
  <w:p w:rsidR="00E90328" w:rsidRDefault="00E90328" w:rsidP="002B20BC">
    <w:pPr>
      <w:pStyle w:val="Header"/>
      <w:framePr w:w="8353" w:h="571" w:hSpace="141" w:wrap="around" w:vAnchor="text" w:hAnchor="page" w:x="490" w:y="284"/>
      <w:rPr>
        <w:rFonts w:ascii="Arial" w:hAnsi="Arial" w:cs="Arial"/>
      </w:rPr>
    </w:pPr>
    <w:r>
      <w:rPr>
        <w:rFonts w:ascii="Arial" w:hAnsi="Arial" w:cs="Arial"/>
      </w:rPr>
      <w:t xml:space="preserve">        </w:t>
    </w:r>
    <w:r>
      <w:rPr>
        <w:rFonts w:ascii="Arial" w:hAnsi="Arial" w:cs="Arial"/>
        <w:b/>
        <w:bCs/>
        <w:sz w:val="16"/>
        <w:szCs w:val="16"/>
      </w:rPr>
      <w:t>CONCEJALÍA DE FESTEJOS</w:t>
    </w:r>
  </w:p>
  <w:p w:rsidR="00E90328" w:rsidRDefault="00E903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B05B6"/>
    <w:multiLevelType w:val="hybridMultilevel"/>
    <w:tmpl w:val="7C0AEEAC"/>
    <w:lvl w:ilvl="0" w:tplc="C5EEF714">
      <w:start w:val="21"/>
      <w:numFmt w:val="bullet"/>
      <w:lvlText w:val="-"/>
      <w:lvlJc w:val="left"/>
      <w:pPr>
        <w:ind w:left="1199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cs="Wingdings" w:hint="default"/>
      </w:rPr>
    </w:lvl>
  </w:abstractNum>
  <w:abstractNum w:abstractNumId="1">
    <w:nsid w:val="55143928"/>
    <w:multiLevelType w:val="hybridMultilevel"/>
    <w:tmpl w:val="F53C98C2"/>
    <w:lvl w:ilvl="0" w:tplc="CB482C82">
      <w:start w:val="21"/>
      <w:numFmt w:val="bullet"/>
      <w:lvlText w:val="-"/>
      <w:lvlJc w:val="left"/>
      <w:pPr>
        <w:ind w:left="1769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cs="Wingdings" w:hint="default"/>
      </w:rPr>
    </w:lvl>
  </w:abstractNum>
  <w:abstractNum w:abstractNumId="2">
    <w:nsid w:val="5BBF7E3B"/>
    <w:multiLevelType w:val="hybridMultilevel"/>
    <w:tmpl w:val="38600A94"/>
    <w:lvl w:ilvl="0" w:tplc="46A47342">
      <w:start w:val="21"/>
      <w:numFmt w:val="bullet"/>
      <w:lvlText w:val="-"/>
      <w:lvlJc w:val="left"/>
      <w:pPr>
        <w:ind w:left="1199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cs="Wingdings" w:hint="default"/>
      </w:rPr>
    </w:lvl>
  </w:abstractNum>
  <w:abstractNum w:abstractNumId="3">
    <w:nsid w:val="68D33C7E"/>
    <w:multiLevelType w:val="hybridMultilevel"/>
    <w:tmpl w:val="34C24472"/>
    <w:lvl w:ilvl="0" w:tplc="761EF602">
      <w:start w:val="1"/>
      <w:numFmt w:val="bullet"/>
      <w:lvlText w:val="-"/>
      <w:lvlJc w:val="left"/>
      <w:pPr>
        <w:ind w:left="1334" w:hanging="360"/>
      </w:pPr>
      <w:rPr>
        <w:rFonts w:ascii="Arial" w:eastAsia="Times New Roman" w:hAnsi="Arial" w:hint="default"/>
        <w:b/>
        <w:bCs/>
      </w:rPr>
    </w:lvl>
    <w:lvl w:ilvl="1" w:tplc="0C0A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20BC"/>
    <w:rsid w:val="000003EA"/>
    <w:rsid w:val="00006D78"/>
    <w:rsid w:val="00055999"/>
    <w:rsid w:val="0007283C"/>
    <w:rsid w:val="00073948"/>
    <w:rsid w:val="000F025B"/>
    <w:rsid w:val="0013191D"/>
    <w:rsid w:val="00160487"/>
    <w:rsid w:val="001D4792"/>
    <w:rsid w:val="001D7D98"/>
    <w:rsid w:val="001E646F"/>
    <w:rsid w:val="001F5749"/>
    <w:rsid w:val="00245F30"/>
    <w:rsid w:val="0028046D"/>
    <w:rsid w:val="002A7827"/>
    <w:rsid w:val="002B20BC"/>
    <w:rsid w:val="002D2672"/>
    <w:rsid w:val="002D4BC2"/>
    <w:rsid w:val="002E09B5"/>
    <w:rsid w:val="00300D43"/>
    <w:rsid w:val="00300FC5"/>
    <w:rsid w:val="003150FC"/>
    <w:rsid w:val="00315837"/>
    <w:rsid w:val="003621C0"/>
    <w:rsid w:val="003652B9"/>
    <w:rsid w:val="003729E9"/>
    <w:rsid w:val="00380232"/>
    <w:rsid w:val="003A6214"/>
    <w:rsid w:val="003B20A9"/>
    <w:rsid w:val="003D5951"/>
    <w:rsid w:val="003D6985"/>
    <w:rsid w:val="003E4BD3"/>
    <w:rsid w:val="003F4C72"/>
    <w:rsid w:val="00430DC7"/>
    <w:rsid w:val="004C23B5"/>
    <w:rsid w:val="004D24B2"/>
    <w:rsid w:val="004E071E"/>
    <w:rsid w:val="004E269A"/>
    <w:rsid w:val="00507966"/>
    <w:rsid w:val="0051034A"/>
    <w:rsid w:val="00514E08"/>
    <w:rsid w:val="00564D36"/>
    <w:rsid w:val="005F14C1"/>
    <w:rsid w:val="00601468"/>
    <w:rsid w:val="00627207"/>
    <w:rsid w:val="006A0F89"/>
    <w:rsid w:val="00737A0F"/>
    <w:rsid w:val="00747D7A"/>
    <w:rsid w:val="00752487"/>
    <w:rsid w:val="00783C11"/>
    <w:rsid w:val="007960CF"/>
    <w:rsid w:val="007C195A"/>
    <w:rsid w:val="007D42A1"/>
    <w:rsid w:val="00826EF6"/>
    <w:rsid w:val="00840F8A"/>
    <w:rsid w:val="008A134D"/>
    <w:rsid w:val="008E3D28"/>
    <w:rsid w:val="008E49FA"/>
    <w:rsid w:val="008F2743"/>
    <w:rsid w:val="009769E9"/>
    <w:rsid w:val="00996AED"/>
    <w:rsid w:val="009C2417"/>
    <w:rsid w:val="009C4F54"/>
    <w:rsid w:val="00A20A51"/>
    <w:rsid w:val="00A44FF2"/>
    <w:rsid w:val="00A5582F"/>
    <w:rsid w:val="00A57542"/>
    <w:rsid w:val="00A62641"/>
    <w:rsid w:val="00AC3629"/>
    <w:rsid w:val="00B07F40"/>
    <w:rsid w:val="00B82781"/>
    <w:rsid w:val="00BB08AC"/>
    <w:rsid w:val="00C45FDC"/>
    <w:rsid w:val="00C7763D"/>
    <w:rsid w:val="00CB2430"/>
    <w:rsid w:val="00CB6946"/>
    <w:rsid w:val="00CC25DB"/>
    <w:rsid w:val="00CD1252"/>
    <w:rsid w:val="00CE1002"/>
    <w:rsid w:val="00D721ED"/>
    <w:rsid w:val="00DB0A3E"/>
    <w:rsid w:val="00E20AF5"/>
    <w:rsid w:val="00E23FFB"/>
    <w:rsid w:val="00E75777"/>
    <w:rsid w:val="00E90328"/>
    <w:rsid w:val="00E960EB"/>
    <w:rsid w:val="00F0706B"/>
    <w:rsid w:val="00F17E69"/>
    <w:rsid w:val="00F40828"/>
    <w:rsid w:val="00F56324"/>
    <w:rsid w:val="00FC0A61"/>
    <w:rsid w:val="00FF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FF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E071E"/>
    <w:pPr>
      <w:tabs>
        <w:tab w:val="left" w:pos="975"/>
        <w:tab w:val="left" w:pos="1134"/>
      </w:tabs>
      <w:spacing w:after="0" w:line="360" w:lineRule="auto"/>
      <w:ind w:left="839" w:right="-119"/>
      <w:jc w:val="both"/>
    </w:pPr>
    <w:rPr>
      <w:rFonts w:ascii="Arial" w:eastAsia="Times New Roman" w:hAnsi="Arial" w:cs="Arial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rsid w:val="004E071E"/>
    <w:rPr>
      <w:rFonts w:ascii="Arial" w:hAnsi="Arial" w:cs="Arial"/>
      <w:sz w:val="32"/>
      <w:szCs w:val="32"/>
    </w:rPr>
  </w:style>
  <w:style w:type="paragraph" w:styleId="Header">
    <w:name w:val="header"/>
    <w:basedOn w:val="Normal"/>
    <w:link w:val="HeaderChar"/>
    <w:uiPriority w:val="99"/>
    <w:rsid w:val="002B20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0BC"/>
  </w:style>
  <w:style w:type="paragraph" w:styleId="Footer">
    <w:name w:val="footer"/>
    <w:basedOn w:val="Normal"/>
    <w:link w:val="FooterChar"/>
    <w:uiPriority w:val="99"/>
    <w:semiHidden/>
    <w:rsid w:val="002B20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0BC"/>
  </w:style>
  <w:style w:type="paragraph" w:styleId="BalloonText">
    <w:name w:val="Balloon Text"/>
    <w:basedOn w:val="Normal"/>
    <w:link w:val="BalloonTextChar"/>
    <w:uiPriority w:val="99"/>
    <w:semiHidden/>
    <w:rsid w:val="002B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0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15</Pages>
  <Words>472</Words>
  <Characters>2596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Cristian</dc:creator>
  <cp:keywords/>
  <dc:description/>
  <cp:lastModifiedBy>Usuario</cp:lastModifiedBy>
  <cp:revision>2</cp:revision>
  <cp:lastPrinted>2013-06-18T12:38:00Z</cp:lastPrinted>
  <dcterms:created xsi:type="dcterms:W3CDTF">2013-07-26T13:52:00Z</dcterms:created>
  <dcterms:modified xsi:type="dcterms:W3CDTF">2013-07-26T13:52:00Z</dcterms:modified>
</cp:coreProperties>
</file>