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5F9" w:rsidRDefault="009045F9" w:rsidP="006C4AFE">
      <w:pPr>
        <w:jc w:val="center"/>
        <w:rPr>
          <w:b/>
          <w:bCs/>
          <w:sz w:val="40"/>
          <w:szCs w:val="40"/>
        </w:rPr>
      </w:pPr>
      <w:r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2" o:spid="_x0000_s1026" type="#_x0000_t75" alt="Timbrado" style="position:absolute;left:0;text-align:left;margin-left:-49.15pt;margin-top:-59.4pt;width:117pt;height:132.55pt;z-index:-251658240;visibility:visible">
            <v:imagedata r:id="rId4" o:title=""/>
          </v:shape>
        </w:pict>
      </w:r>
    </w:p>
    <w:p w:rsidR="009045F9" w:rsidRDefault="009045F9" w:rsidP="006C4AFE">
      <w:pPr>
        <w:jc w:val="center"/>
        <w:rPr>
          <w:b/>
          <w:bCs/>
          <w:sz w:val="40"/>
          <w:szCs w:val="40"/>
        </w:rPr>
      </w:pPr>
    </w:p>
    <w:p w:rsidR="009045F9" w:rsidRDefault="009045F9" w:rsidP="006C4AFE">
      <w:pPr>
        <w:jc w:val="center"/>
        <w:rPr>
          <w:b/>
          <w:bCs/>
          <w:sz w:val="40"/>
          <w:szCs w:val="40"/>
        </w:rPr>
      </w:pPr>
    </w:p>
    <w:p w:rsidR="009045F9" w:rsidRPr="006C4AFE" w:rsidRDefault="009045F9" w:rsidP="006C4AFE">
      <w:pPr>
        <w:jc w:val="center"/>
        <w:rPr>
          <w:b/>
          <w:bCs/>
          <w:sz w:val="40"/>
          <w:szCs w:val="40"/>
        </w:rPr>
      </w:pPr>
      <w:r w:rsidRPr="006C4AFE">
        <w:rPr>
          <w:b/>
          <w:bCs/>
          <w:sz w:val="40"/>
          <w:szCs w:val="40"/>
        </w:rPr>
        <w:t>C</w:t>
      </w:r>
      <w:r>
        <w:rPr>
          <w:b/>
          <w:bCs/>
          <w:sz w:val="40"/>
          <w:szCs w:val="40"/>
        </w:rPr>
        <w:t>arnaval</w:t>
      </w:r>
      <w:r w:rsidRPr="006C4AFE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 xml:space="preserve">de </w:t>
      </w:r>
      <w:r w:rsidRPr="006C4AFE">
        <w:rPr>
          <w:b/>
          <w:bCs/>
          <w:sz w:val="40"/>
          <w:szCs w:val="40"/>
        </w:rPr>
        <w:t>HARÍA 2013</w:t>
      </w:r>
    </w:p>
    <w:p w:rsidR="009045F9" w:rsidRPr="006C4AFE" w:rsidRDefault="009045F9" w:rsidP="006C4AFE">
      <w:pPr>
        <w:jc w:val="center"/>
        <w:rPr>
          <w:sz w:val="36"/>
          <w:szCs w:val="36"/>
        </w:rPr>
      </w:pPr>
      <w:r w:rsidRPr="006C4AFE">
        <w:rPr>
          <w:sz w:val="36"/>
          <w:szCs w:val="36"/>
        </w:rPr>
        <w:t>D</w:t>
      </w:r>
      <w:r>
        <w:rPr>
          <w:sz w:val="36"/>
          <w:szCs w:val="36"/>
        </w:rPr>
        <w:t xml:space="preserve">el </w:t>
      </w:r>
      <w:r w:rsidRPr="006C4AFE">
        <w:rPr>
          <w:sz w:val="36"/>
          <w:szCs w:val="36"/>
        </w:rPr>
        <w:t xml:space="preserve">21 AL 24 </w:t>
      </w:r>
      <w:r>
        <w:rPr>
          <w:sz w:val="36"/>
          <w:szCs w:val="36"/>
        </w:rPr>
        <w:t>de febrero</w:t>
      </w:r>
    </w:p>
    <w:p w:rsidR="009045F9" w:rsidRPr="00B84021" w:rsidRDefault="009045F9" w:rsidP="006C4BC1">
      <w:pPr>
        <w:jc w:val="center"/>
        <w:rPr>
          <w:b/>
          <w:bCs/>
          <w:sz w:val="40"/>
          <w:szCs w:val="40"/>
        </w:rPr>
      </w:pPr>
      <w:r w:rsidRPr="00B84021">
        <w:rPr>
          <w:b/>
          <w:bCs/>
          <w:sz w:val="40"/>
          <w:szCs w:val="40"/>
        </w:rPr>
        <w:t>“FERIA CORDOBESA EN EL VALLE DE HARÍA”</w:t>
      </w:r>
    </w:p>
    <w:p w:rsidR="009045F9" w:rsidRPr="00B84021" w:rsidRDefault="009045F9" w:rsidP="006C4BC1">
      <w:pPr>
        <w:rPr>
          <w:b/>
          <w:bCs/>
        </w:rPr>
      </w:pPr>
      <w:r w:rsidRPr="00B84021">
        <w:rPr>
          <w:b/>
          <w:bCs/>
        </w:rPr>
        <w:t>J</w:t>
      </w:r>
      <w:r>
        <w:rPr>
          <w:b/>
          <w:bCs/>
        </w:rPr>
        <w:t xml:space="preserve">ueves </w:t>
      </w:r>
      <w:r w:rsidRPr="00B84021">
        <w:rPr>
          <w:b/>
          <w:bCs/>
        </w:rPr>
        <w:t>21</w:t>
      </w:r>
      <w:r>
        <w:rPr>
          <w:b/>
          <w:bCs/>
        </w:rPr>
        <w:t xml:space="preserve"> de febrero:</w:t>
      </w:r>
      <w:r w:rsidRPr="00B84021">
        <w:rPr>
          <w:b/>
          <w:bCs/>
        </w:rPr>
        <w:t xml:space="preserve"> </w:t>
      </w:r>
    </w:p>
    <w:p w:rsidR="009045F9" w:rsidRDefault="009045F9" w:rsidP="006C4BC1">
      <w:r>
        <w:t>18:00h Fiesta de Carnaval para la Tercera Edad  en el C.S.C La Tegala, (pasará una guagua a partir de las 17:00h por los pueblos para recoger a los mayores que quieran asistir a la fiesta).</w:t>
      </w:r>
    </w:p>
    <w:p w:rsidR="009045F9" w:rsidRPr="00B84021" w:rsidRDefault="009045F9" w:rsidP="006C4BC1">
      <w:pPr>
        <w:rPr>
          <w:b/>
          <w:bCs/>
        </w:rPr>
      </w:pPr>
      <w:r w:rsidRPr="00B84021">
        <w:rPr>
          <w:b/>
          <w:bCs/>
        </w:rPr>
        <w:t>V</w:t>
      </w:r>
      <w:r>
        <w:rPr>
          <w:b/>
          <w:bCs/>
        </w:rPr>
        <w:t xml:space="preserve">iernes </w:t>
      </w:r>
      <w:r w:rsidRPr="00B84021">
        <w:rPr>
          <w:b/>
          <w:bCs/>
        </w:rPr>
        <w:t>22</w:t>
      </w:r>
      <w:r>
        <w:rPr>
          <w:b/>
          <w:bCs/>
        </w:rPr>
        <w:t xml:space="preserve"> de febrero:</w:t>
      </w:r>
      <w:r w:rsidRPr="00B84021">
        <w:rPr>
          <w:b/>
          <w:bCs/>
        </w:rPr>
        <w:t xml:space="preserve"> </w:t>
      </w:r>
    </w:p>
    <w:p w:rsidR="009045F9" w:rsidRDefault="009045F9" w:rsidP="006C4BC1">
      <w:r>
        <w:t>21:00h  Acto de bienvenida del Carnaval 2013 “FERIA CORDOBESA EN EL VALLE DE HARÍA”, con la participación de distintos colectivos. A continuación Verbena Popular amenizada por las orquestas “Banda Nueva” y “Güira Latina”  en la Plaza de Haría.</w:t>
      </w:r>
    </w:p>
    <w:p w:rsidR="009045F9" w:rsidRPr="00B84021" w:rsidRDefault="009045F9" w:rsidP="006C4BC1">
      <w:pPr>
        <w:rPr>
          <w:b/>
          <w:bCs/>
        </w:rPr>
      </w:pPr>
      <w:r w:rsidRPr="00B84021">
        <w:rPr>
          <w:b/>
          <w:bCs/>
        </w:rPr>
        <w:t>S</w:t>
      </w:r>
      <w:r>
        <w:rPr>
          <w:b/>
          <w:bCs/>
        </w:rPr>
        <w:t>ábado</w:t>
      </w:r>
      <w:r w:rsidRPr="00B84021">
        <w:rPr>
          <w:b/>
          <w:bCs/>
        </w:rPr>
        <w:t xml:space="preserve"> 23</w:t>
      </w:r>
      <w:r>
        <w:rPr>
          <w:b/>
          <w:bCs/>
        </w:rPr>
        <w:t xml:space="preserve"> de febrero:</w:t>
      </w:r>
    </w:p>
    <w:p w:rsidR="009045F9" w:rsidRDefault="009045F9" w:rsidP="006C4BC1">
      <w:r>
        <w:t xml:space="preserve">13:00h Encuentro de murgas con la actuación de: Las Intoxicadas, Los Tabletuos, Los Desahuciados de Lanzarote, Los Gambusinos de Fuerteventura y Los Serenquenquenes de Gran Canaria en la Plaza de Haría. </w:t>
      </w:r>
    </w:p>
    <w:p w:rsidR="009045F9" w:rsidRDefault="009045F9" w:rsidP="006C4BC1">
      <w:r>
        <w:t>15:00h Verbena de Día amenizada el grupo “Güira Latina”  en la Plaza de Haría.</w:t>
      </w:r>
    </w:p>
    <w:p w:rsidR="009045F9" w:rsidRDefault="009045F9" w:rsidP="006C4BC1">
      <w:r>
        <w:t>18:30h Gran Coso carnavalero con desfile de carrozas, murgas, batucadas y un gran número de mascaritas. Salida desde los aparcamientos del cementerio.</w:t>
      </w:r>
    </w:p>
    <w:p w:rsidR="009045F9" w:rsidRDefault="009045F9" w:rsidP="006C4BC1">
      <w:r>
        <w:t>22:00h Gran Verbena Popular amenizada por las orquestas “Banda Nueva” y “Rika Banda” en la Plaza de Haría.</w:t>
      </w:r>
    </w:p>
    <w:p w:rsidR="009045F9" w:rsidRPr="00B84021" w:rsidRDefault="009045F9" w:rsidP="006C4BC1">
      <w:pPr>
        <w:rPr>
          <w:b/>
          <w:bCs/>
        </w:rPr>
      </w:pPr>
      <w:r w:rsidRPr="00B84021">
        <w:rPr>
          <w:b/>
          <w:bCs/>
        </w:rPr>
        <w:t>D</w:t>
      </w:r>
      <w:r>
        <w:rPr>
          <w:b/>
          <w:bCs/>
        </w:rPr>
        <w:t xml:space="preserve">omingo </w:t>
      </w:r>
      <w:r w:rsidRPr="00B84021">
        <w:rPr>
          <w:b/>
          <w:bCs/>
        </w:rPr>
        <w:t>24</w:t>
      </w:r>
      <w:r>
        <w:rPr>
          <w:b/>
          <w:bCs/>
        </w:rPr>
        <w:t xml:space="preserve"> de febrero:</w:t>
      </w:r>
      <w:r w:rsidRPr="00B84021">
        <w:rPr>
          <w:b/>
          <w:bCs/>
        </w:rPr>
        <w:t xml:space="preserve"> </w:t>
      </w:r>
    </w:p>
    <w:p w:rsidR="009045F9" w:rsidRDefault="009045F9" w:rsidP="006C4BC1">
      <w:r>
        <w:t>17:00h Pasacalles con salida desde el campo de fútbol, acompañado de batucada, las lloradoras del carnaval, quema de “La Sardinita” y gran espectáculo de las “MONSTHEL HIGH” en la Plaza de Haría.</w:t>
      </w:r>
    </w:p>
    <w:sectPr w:rsidR="009045F9" w:rsidSect="007C77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478"/>
    <w:rsid w:val="001366D7"/>
    <w:rsid w:val="001E46EF"/>
    <w:rsid w:val="003C0478"/>
    <w:rsid w:val="003E5515"/>
    <w:rsid w:val="003F2709"/>
    <w:rsid w:val="004852EF"/>
    <w:rsid w:val="0063647E"/>
    <w:rsid w:val="006C4AFE"/>
    <w:rsid w:val="006C4BC1"/>
    <w:rsid w:val="007C77FE"/>
    <w:rsid w:val="00867E8A"/>
    <w:rsid w:val="009045F9"/>
    <w:rsid w:val="00923414"/>
    <w:rsid w:val="00B84021"/>
    <w:rsid w:val="00BD7BE1"/>
    <w:rsid w:val="00BE208B"/>
    <w:rsid w:val="00BF214C"/>
    <w:rsid w:val="00C60013"/>
    <w:rsid w:val="00DA11A1"/>
    <w:rsid w:val="00E33A29"/>
    <w:rsid w:val="00E91F8D"/>
    <w:rsid w:val="00FA1FA1"/>
    <w:rsid w:val="00FD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F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208</Words>
  <Characters>1146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</dc:creator>
  <cp:keywords/>
  <dc:description/>
  <cp:lastModifiedBy>Usuario</cp:lastModifiedBy>
  <cp:revision>2</cp:revision>
  <cp:lastPrinted>2013-01-25T10:15:00Z</cp:lastPrinted>
  <dcterms:created xsi:type="dcterms:W3CDTF">2013-02-19T11:30:00Z</dcterms:created>
  <dcterms:modified xsi:type="dcterms:W3CDTF">2013-02-19T11:30:00Z</dcterms:modified>
</cp:coreProperties>
</file>