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E5E" w:rsidRPr="00571EAA" w:rsidRDefault="00231E5E" w:rsidP="00571EAA">
      <w:pPr>
        <w:jc w:val="center"/>
        <w:rPr>
          <w:b/>
          <w:bCs/>
        </w:rPr>
      </w:pPr>
      <w:r w:rsidRPr="00B55173">
        <w:rPr>
          <w:b/>
          <w:bCs/>
        </w:rPr>
        <w:t xml:space="preserve"> “ZONA VERDE MONTAÑA ROJA”</w:t>
      </w:r>
    </w:p>
    <w:p w:rsidR="00231E5E" w:rsidRPr="00B55173" w:rsidRDefault="00231E5E" w:rsidP="0075216B">
      <w:pPr>
        <w:jc w:val="both"/>
      </w:pPr>
      <w:r>
        <w:rPr>
          <w:u w:val="single"/>
        </w:rPr>
        <w:t>1</w:t>
      </w:r>
      <w:r w:rsidRPr="00B55173">
        <w:rPr>
          <w:u w:val="single"/>
        </w:rPr>
        <w:t xml:space="preserve">.- EL </w:t>
      </w:r>
      <w:r w:rsidRPr="00B55173">
        <w:rPr>
          <w:b/>
          <w:bCs/>
          <w:u w:val="single"/>
        </w:rPr>
        <w:t xml:space="preserve">30/03/11 </w:t>
      </w:r>
      <w:r w:rsidRPr="00B55173">
        <w:rPr>
          <w:u w:val="single"/>
        </w:rPr>
        <w:t>GLADIS ACUÑA DENUNCIA</w:t>
      </w:r>
      <w:r w:rsidRPr="00B55173">
        <w:t xml:space="preserve"> </w:t>
      </w:r>
      <w:smartTag w:uri="urn:schemas-microsoft-com:office:smarttags" w:element="PersonName">
        <w:smartTagPr>
          <w:attr w:name="ProductID" w:val="LA INICIACIÓN DEL"/>
        </w:smartTagPr>
        <w:r>
          <w:t>LA INICIACIÓN DEL</w:t>
        </w:r>
      </w:smartTag>
      <w:r>
        <w:t xml:space="preserve"> </w:t>
      </w:r>
      <w:r w:rsidRPr="00B55173">
        <w:t xml:space="preserve">PROCEDIMEINTO DE CONCESIÓN DE ZONA VERDE A FAVOR DEL PRINCESA YAIZA POR CARECER DE INFORME </w:t>
      </w:r>
      <w:r>
        <w:t>JURÍ</w:t>
      </w:r>
      <w:r w:rsidRPr="00B55173">
        <w:t>DICO QUE LO AVALE.</w:t>
      </w:r>
      <w:r>
        <w:t xml:space="preserve"> SE APORTA COMO </w:t>
      </w:r>
      <w:r w:rsidRPr="003802D8">
        <w:rPr>
          <w:u w:val="single"/>
        </w:rPr>
        <w:t>DOC. NÚM. 1</w:t>
      </w:r>
      <w:r>
        <w:t xml:space="preserve"> LAS DECLARACIONES EN DIARIODE LANZAROTE.COM.</w:t>
      </w:r>
    </w:p>
    <w:p w:rsidR="00231E5E" w:rsidRPr="00B55173" w:rsidRDefault="00231E5E" w:rsidP="0075216B">
      <w:pPr>
        <w:jc w:val="both"/>
      </w:pPr>
      <w:r>
        <w:rPr>
          <w:u w:val="single"/>
        </w:rPr>
        <w:t>2</w:t>
      </w:r>
      <w:r w:rsidRPr="00B55173">
        <w:rPr>
          <w:u w:val="single"/>
        </w:rPr>
        <w:t xml:space="preserve">.- EL </w:t>
      </w:r>
      <w:r w:rsidRPr="00B55173">
        <w:rPr>
          <w:b/>
          <w:bCs/>
          <w:u w:val="single"/>
        </w:rPr>
        <w:t>27/07/11</w:t>
      </w:r>
      <w:r w:rsidRPr="00B55173">
        <w:rPr>
          <w:u w:val="single"/>
        </w:rPr>
        <w:t xml:space="preserve"> </w:t>
      </w:r>
      <w:r w:rsidRPr="00B55173">
        <w:rPr>
          <w:b/>
          <w:bCs/>
          <w:u w:val="single"/>
        </w:rPr>
        <w:t>A LAS 10:52</w:t>
      </w:r>
      <w:r w:rsidRPr="00B55173">
        <w:rPr>
          <w:u w:val="single"/>
        </w:rPr>
        <w:t xml:space="preserve"> </w:t>
      </w:r>
      <w:r w:rsidRPr="00B55173">
        <w:rPr>
          <w:b/>
          <w:bCs/>
          <w:u w:val="single"/>
        </w:rPr>
        <w:t>HORAS</w:t>
      </w:r>
      <w:r w:rsidRPr="00B55173">
        <w:rPr>
          <w:u w:val="single"/>
        </w:rPr>
        <w:t xml:space="preserve"> SE PRESENTA SOLICITUD</w:t>
      </w:r>
      <w:r w:rsidRPr="00B55173">
        <w:t xml:space="preserve"> EN EL AYUNTAMIENTO POR PARTE DE </w:t>
      </w:r>
      <w:smartTag w:uri="urn:schemas-microsoft-com:office:smarttags" w:element="PersonName">
        <w:smartTagPr>
          <w:attr w:name="ProductID" w:val="LA SOCIEDAD ISLA"/>
        </w:smartTagPr>
        <w:r w:rsidRPr="00B55173">
          <w:t>LA SOCIEDAD ISLA</w:t>
        </w:r>
      </w:smartTag>
      <w:r w:rsidRPr="00B55173">
        <w:t xml:space="preserve"> PARAISO 2000, PARA </w:t>
      </w:r>
      <w:smartTag w:uri="urn:schemas-microsoft-com:office:smarttags" w:element="PersonName">
        <w:smartTagPr>
          <w:attr w:name="ProductID" w:val="LA IMPLANTACIÓN DE"/>
        </w:smartTagPr>
        <w:r w:rsidRPr="00B55173">
          <w:t>LA IMPLANTACIÓN DE</w:t>
        </w:r>
      </w:smartTag>
      <w:r>
        <w:t xml:space="preserve"> UNA ZONA LÚ</w:t>
      </w:r>
      <w:r w:rsidRPr="00B55173">
        <w:t xml:space="preserve">DICA DE OCIO DEPORTIVA A INSTALAR EN </w:t>
      </w:r>
      <w:r>
        <w:t>UNA ZONA VERDE</w:t>
      </w:r>
      <w:r w:rsidRPr="00B55173">
        <w:t xml:space="preserve"> PROPIEDAD DEL AYUNTAMIENTO DE YAIZA.</w:t>
      </w:r>
      <w:r>
        <w:t xml:space="preserve"> ( </w:t>
      </w:r>
      <w:r w:rsidRPr="003802D8">
        <w:rPr>
          <w:u w:val="single"/>
        </w:rPr>
        <w:t>DOC. NÚM. 2</w:t>
      </w:r>
      <w:r>
        <w:t>)</w:t>
      </w:r>
    </w:p>
    <w:p w:rsidR="00231E5E" w:rsidRPr="00B55173" w:rsidRDefault="00231E5E" w:rsidP="0075216B">
      <w:pPr>
        <w:jc w:val="both"/>
      </w:pPr>
      <w:r>
        <w:t>3</w:t>
      </w:r>
      <w:r w:rsidRPr="00B55173">
        <w:t xml:space="preserve">.- </w:t>
      </w:r>
      <w:r w:rsidRPr="00B55173">
        <w:rPr>
          <w:b/>
          <w:bCs/>
          <w:u w:val="single"/>
        </w:rPr>
        <w:t>EL 27/07/11 A LAS 13:07 HORAS</w:t>
      </w:r>
      <w:r w:rsidRPr="00B55173">
        <w:rPr>
          <w:u w:val="single"/>
        </w:rPr>
        <w:t xml:space="preserve"> SE CONVOCAN LAS COMISIONES INFORMATIVAS Y EL PLENO EXTRAORDINARIO Y URGENTE</w:t>
      </w:r>
      <w:r w:rsidRPr="00B55173">
        <w:t xml:space="preserve">. </w:t>
      </w:r>
      <w:r>
        <w:t>E</w:t>
      </w:r>
      <w:r w:rsidRPr="00B55173">
        <w:t xml:space="preserve">SA ES </w:t>
      </w:r>
      <w:smartTag w:uri="urn:schemas-microsoft-com:office:smarttags" w:element="PersonName">
        <w:smartTagPr>
          <w:attr w:name="ProductID" w:val="LA SOLICITUD"/>
        </w:smartTagPr>
        <w:smartTag w:uri="urn:schemas-microsoft-com:office:smarttags" w:element="PersonName">
          <w:smartTagPr>
            <w:attr w:name="ProductID" w:val="LA SOLICITUD"/>
          </w:smartTagPr>
          <w:r w:rsidRPr="00B55173">
            <w:t>LA HORA</w:t>
          </w:r>
        </w:smartTag>
        <w:r w:rsidRPr="00B55173">
          <w:t xml:space="preserve"> DEL</w:t>
        </w:r>
      </w:smartTag>
      <w:r w:rsidRPr="00B55173">
        <w:t xml:space="preserve"> REGISTRO DE SALIDA DEL AYUNTAMIENTO DE YAIZA NO </w:t>
      </w:r>
      <w:r>
        <w:t>HABIENDOSE</w:t>
      </w:r>
      <w:r w:rsidRPr="00B55173">
        <w:t xml:space="preserve"> NOTIFICADO A ALGUNO DE LOS CONCEJALES DE </w:t>
      </w:r>
      <w:smartTag w:uri="urn:schemas-microsoft-com:office:smarttags" w:element="PersonName">
        <w:smartTagPr>
          <w:attr w:name="ProductID" w:val="LA SOLICITUD"/>
        </w:smartTagPr>
        <w:smartTag w:uri="urn:schemas-microsoft-com:office:smarttags" w:element="PersonName">
          <w:smartTagPr>
            <w:attr w:name="ProductID" w:val="LA SOLICITUD"/>
          </w:smartTagPr>
          <w:r w:rsidRPr="00B55173">
            <w:t>LA OPOSICIÓN</w:t>
          </w:r>
        </w:smartTag>
        <w:r w:rsidRPr="00B55173">
          <w:t xml:space="preserve"> HASTA</w:t>
        </w:r>
      </w:smartTag>
      <w:r w:rsidRPr="00B55173">
        <w:t xml:space="preserve"> </w:t>
      </w:r>
      <w:smartTag w:uri="urn:schemas-microsoft-com:office:smarttags" w:element="PersonName">
        <w:smartTagPr>
          <w:attr w:name="ProductID" w:val="LA SOLICITUD"/>
        </w:smartTagPr>
        <w:smartTag w:uri="urn:schemas-microsoft-com:office:smarttags" w:element="PersonName">
          <w:smartTagPr>
            <w:attr w:name="ProductID" w:val="LA SOLICITUD"/>
          </w:smartTagPr>
          <w:r w:rsidRPr="00B55173">
            <w:t>LA NOCHE</w:t>
          </w:r>
        </w:smartTag>
        <w:r w:rsidRPr="00B55173">
          <w:t xml:space="preserve"> DE</w:t>
        </w:r>
      </w:smartTag>
      <w:r w:rsidRPr="00B55173">
        <w:t xml:space="preserve"> ESE MISMO DÍA.</w:t>
      </w:r>
      <w:r>
        <w:t xml:space="preserve"> SE ADJUNTA </w:t>
      </w:r>
      <w:r w:rsidRPr="003802D8">
        <w:rPr>
          <w:u w:val="single"/>
        </w:rPr>
        <w:t>DOC. NÚM 3</w:t>
      </w:r>
    </w:p>
    <w:p w:rsidR="00231E5E" w:rsidRPr="00B55173" w:rsidRDefault="00231E5E" w:rsidP="0075216B">
      <w:pPr>
        <w:jc w:val="both"/>
      </w:pPr>
      <w:r>
        <w:t>4</w:t>
      </w:r>
      <w:r w:rsidRPr="00B55173">
        <w:rPr>
          <w:u w:val="single"/>
        </w:rPr>
        <w:t xml:space="preserve">.- </w:t>
      </w:r>
      <w:r w:rsidRPr="00B55173">
        <w:rPr>
          <w:b/>
          <w:bCs/>
          <w:u w:val="single"/>
        </w:rPr>
        <w:t xml:space="preserve">EL 27/07/11 </w:t>
      </w:r>
      <w:r w:rsidRPr="00B55173">
        <w:rPr>
          <w:u w:val="single"/>
        </w:rPr>
        <w:t xml:space="preserve">( SE DESCONOCE </w:t>
      </w:r>
      <w:smartTag w:uri="urn:schemas-microsoft-com:office:smarttags" w:element="PersonName">
        <w:smartTagPr>
          <w:attr w:name="ProductID" w:val="LA SOLICITUD"/>
        </w:smartTagPr>
        <w:r w:rsidRPr="00B55173">
          <w:rPr>
            <w:u w:val="single"/>
          </w:rPr>
          <w:t>LA HORA</w:t>
        </w:r>
      </w:smartTag>
      <w:r w:rsidRPr="00B55173">
        <w:rPr>
          <w:u w:val="single"/>
        </w:rPr>
        <w:t>) SE ELABORA INFORME URBANÍSTICO</w:t>
      </w:r>
      <w:r w:rsidRPr="00B55173">
        <w:t xml:space="preserve"> DE VIAVILIDAD DE </w:t>
      </w:r>
      <w:smartTag w:uri="urn:schemas-microsoft-com:office:smarttags" w:element="PersonName">
        <w:smartTagPr>
          <w:attr w:name="ProductID" w:val="LA SOLICITUD"/>
        </w:smartTagPr>
        <w:smartTag w:uri="urn:schemas-microsoft-com:office:smarttags" w:element="PersonName">
          <w:smartTagPr>
            <w:attr w:name="ProductID" w:val="LA PROPUESTA. EL"/>
          </w:smartTagPr>
          <w:r w:rsidRPr="00B55173">
            <w:t>LA PROPUESTA.</w:t>
          </w:r>
        </w:smartTag>
        <w:r w:rsidRPr="00B55173">
          <w:t xml:space="preserve"> EL</w:t>
        </w:r>
      </w:smartTag>
      <w:r w:rsidRPr="00B55173">
        <w:t xml:space="preserve"> INFORME SÓLO SE BASA </w:t>
      </w:r>
      <w:r>
        <w:t xml:space="preserve">EN </w:t>
      </w:r>
      <w:smartTag w:uri="urn:schemas-microsoft-com:office:smarttags" w:element="PersonName">
        <w:smartTagPr>
          <w:attr w:name="ProductID" w:val="LA ORDENANZA DEL"/>
        </w:smartTagPr>
        <w:r w:rsidRPr="00B55173">
          <w:t>LA ORDENANZA DEL</w:t>
        </w:r>
      </w:smartTag>
      <w:r w:rsidRPr="00B55173">
        <w:t xml:space="preserve"> PLAN PARCIAL MONTA</w:t>
      </w:r>
      <w:r>
        <w:t>ÑA ROJA, NI TAN SIQUIERA NOMBRA</w:t>
      </w:r>
      <w:r w:rsidRPr="00B55173">
        <w:t xml:space="preserve"> OTRAS NORMAS DE CARÁCTER MUNICIPAL O INSULAR.</w:t>
      </w:r>
      <w:r>
        <w:t xml:space="preserve"> SE APORTA COMO </w:t>
      </w:r>
      <w:r w:rsidRPr="003802D8">
        <w:rPr>
          <w:u w:val="single"/>
        </w:rPr>
        <w:t>DOCUMENTO NÚM. 4</w:t>
      </w:r>
      <w:r>
        <w:t>.</w:t>
      </w:r>
    </w:p>
    <w:p w:rsidR="00231E5E" w:rsidRPr="00B55173" w:rsidRDefault="00231E5E" w:rsidP="0075216B">
      <w:pPr>
        <w:jc w:val="both"/>
      </w:pPr>
      <w:r>
        <w:rPr>
          <w:u w:val="single"/>
        </w:rPr>
        <w:t>5</w:t>
      </w:r>
      <w:r w:rsidRPr="00FD3D08">
        <w:rPr>
          <w:u w:val="single"/>
        </w:rPr>
        <w:t xml:space="preserve">.- </w:t>
      </w:r>
      <w:r w:rsidRPr="00FD3D08">
        <w:rPr>
          <w:b/>
          <w:bCs/>
          <w:u w:val="single"/>
        </w:rPr>
        <w:t xml:space="preserve">EL 28/07/11 A LAS 9.00 HORAS </w:t>
      </w:r>
      <w:r w:rsidRPr="00FD3D08">
        <w:rPr>
          <w:u w:val="single"/>
        </w:rPr>
        <w:t>SE CELEBRA EL PLENO</w:t>
      </w:r>
      <w:r w:rsidRPr="00B55173">
        <w:t xml:space="preserve"> URGENTE Y EXTRAORDINARIO APROBANDOSE </w:t>
      </w:r>
      <w:smartTag w:uri="urn:schemas-microsoft-com:office:smarttags" w:element="PersonName">
        <w:smartTagPr>
          <w:attr w:name="ProductID" w:val="LA SOLICITUD"/>
        </w:smartTagPr>
        <w:smartTag w:uri="urn:schemas-microsoft-com:office:smarttags" w:element="PersonName">
          <w:smartTagPr>
            <w:attr w:name="ProductID" w:val="LA SOLICITUD"/>
          </w:smartTagPr>
          <w:r w:rsidRPr="00B55173">
            <w:t>LA SOLICITUD</w:t>
          </w:r>
        </w:smartTag>
        <w:r w:rsidRPr="00B55173">
          <w:t xml:space="preserve"> DE</w:t>
        </w:r>
      </w:smartTag>
      <w:r w:rsidRPr="00B55173">
        <w:t xml:space="preserve"> ISLA PARAISO 200</w:t>
      </w:r>
      <w:r>
        <w:t>0 CON LOS VOTOS FAVORABLES DEL GRUPO</w:t>
      </w:r>
      <w:r w:rsidRPr="00B55173">
        <w:t xml:space="preserve"> DE GOBIERNO ( PIL-PNL-PP) </w:t>
      </w:r>
      <w:r>
        <w:rPr>
          <w:u w:val="single"/>
        </w:rPr>
        <w:t>SIN QUE</w:t>
      </w:r>
      <w:r w:rsidRPr="003802D8">
        <w:rPr>
          <w:u w:val="single"/>
        </w:rPr>
        <w:t xml:space="preserve"> EN EL EXPEDIENTE CONSTE</w:t>
      </w:r>
      <w:r w:rsidRPr="00B55173">
        <w:t xml:space="preserve">: </w:t>
      </w:r>
    </w:p>
    <w:p w:rsidR="00231E5E" w:rsidRPr="00B55173" w:rsidRDefault="00231E5E" w:rsidP="0075216B">
      <w:pPr>
        <w:jc w:val="both"/>
      </w:pPr>
      <w:r>
        <w:t>- INFORME JURÍDICO QUE AVA</w:t>
      </w:r>
      <w:r w:rsidRPr="00B55173">
        <w:t xml:space="preserve">LE </w:t>
      </w:r>
      <w:smartTag w:uri="urn:schemas-microsoft-com:office:smarttags" w:element="PersonName">
        <w:smartTagPr>
          <w:attr w:name="ProductID" w:val="LA SOLICITUD"/>
        </w:smartTagPr>
        <w:smartTag w:uri="urn:schemas-microsoft-com:office:smarttags" w:element="PersonName">
          <w:smartTagPr>
            <w:attr w:name="ProductID" w:val="LA SOLICITUD"/>
          </w:smartTagPr>
          <w:r w:rsidRPr="00B55173">
            <w:t>LA LEGALIDAD</w:t>
          </w:r>
        </w:smartTag>
        <w:r>
          <w:t xml:space="preserve"> DEL</w:t>
        </w:r>
      </w:smartTag>
      <w:r>
        <w:t xml:space="preserve"> ACUERDO.</w:t>
      </w:r>
    </w:p>
    <w:p w:rsidR="00231E5E" w:rsidRPr="00B55173" w:rsidRDefault="00231E5E" w:rsidP="0075216B">
      <w:pPr>
        <w:jc w:val="both"/>
      </w:pPr>
      <w:r w:rsidRPr="00B55173">
        <w:t xml:space="preserve">- INFORME DEL SECRETARIO DE </w:t>
      </w:r>
      <w:smartTag w:uri="urn:schemas-microsoft-com:office:smarttags" w:element="PersonName">
        <w:smartTagPr>
          <w:attr w:name="ProductID" w:val="LA SOLICITUD"/>
        </w:smartTagPr>
        <w:smartTag w:uri="urn:schemas-microsoft-com:office:smarttags" w:element="PersonName">
          <w:smartTagPr>
            <w:attr w:name="ProductID" w:val="LA SOLICITUD"/>
          </w:smartTagPr>
          <w:r w:rsidRPr="00B55173">
            <w:t>LA CORPORACIÓN</w:t>
          </w:r>
        </w:smartTag>
        <w:r w:rsidRPr="00B55173">
          <w:t xml:space="preserve"> QUE</w:t>
        </w:r>
      </w:smartTag>
      <w:r w:rsidRPr="00B55173">
        <w:t xml:space="preserve"> CERTIFIQUE QUE EL PROCEDIMEINTO Y </w:t>
      </w:r>
      <w:smartTag w:uri="urn:schemas-microsoft-com:office:smarttags" w:element="PersonName">
        <w:smartTagPr>
          <w:attr w:name="ProductID" w:val="LA SOLICITUD"/>
        </w:smartTagPr>
        <w:smartTag w:uri="urn:schemas-microsoft-com:office:smarttags" w:element="PersonName">
          <w:smartTagPr>
            <w:attr w:name="ProductID" w:val="LA SOLICITUD"/>
          </w:smartTagPr>
          <w:r w:rsidRPr="00B55173">
            <w:t>LA DOCUMENTACION</w:t>
          </w:r>
        </w:smartTag>
        <w:r w:rsidRPr="00B55173">
          <w:t xml:space="preserve"> APORTADA</w:t>
        </w:r>
      </w:smartTag>
      <w:r w:rsidRPr="00B55173">
        <w:t xml:space="preserve"> ES </w:t>
      </w:r>
      <w:smartTag w:uri="urn:schemas-microsoft-com:office:smarttags" w:element="PersonName">
        <w:smartTagPr>
          <w:attr w:name="ProductID" w:val="LA SOLICITUD"/>
        </w:smartTagPr>
        <w:r w:rsidRPr="00B55173">
          <w:t>LA CO</w:t>
        </w:r>
        <w:r>
          <w:t>R</w:t>
        </w:r>
        <w:r w:rsidRPr="00B55173">
          <w:t>RECTA PARA</w:t>
        </w:r>
      </w:smartTag>
      <w:r w:rsidRPr="00B55173">
        <w:t xml:space="preserve"> </w:t>
      </w:r>
      <w:smartTag w:uri="urn:schemas-microsoft-com:office:smarttags" w:element="PersonName">
        <w:smartTagPr>
          <w:attr w:name="ProductID" w:val="LA SOLICITUD"/>
        </w:smartTagPr>
        <w:smartTag w:uri="urn:schemas-microsoft-com:office:smarttags" w:element="PersonName">
          <w:smartTagPr>
            <w:attr w:name="ProductID" w:val="LA SOLICITUD"/>
          </w:smartTagPr>
          <w:r w:rsidRPr="00B55173">
            <w:t>LA TRAMITACIÓN</w:t>
          </w:r>
        </w:smartTag>
        <w:r w:rsidRPr="00B55173">
          <w:t xml:space="preserve"> DE</w:t>
        </w:r>
      </w:smartTag>
      <w:r w:rsidRPr="00B55173">
        <w:t xml:space="preserve"> UN PROCEDIMIENTO ADMINISTRATIVO DE ESAS CARACTERÍSTICA.</w:t>
      </w:r>
    </w:p>
    <w:p w:rsidR="00231E5E" w:rsidRPr="0075216B" w:rsidRDefault="00231E5E" w:rsidP="0075216B">
      <w:pPr>
        <w:jc w:val="both"/>
      </w:pPr>
      <w:r>
        <w:t>- INFORME DE TÉ</w:t>
      </w:r>
      <w:r w:rsidRPr="00B55173">
        <w:t xml:space="preserve">CNICO QUE JUSTIFIQUE EL INTERES </w:t>
      </w:r>
      <w:r>
        <w:t>G</w:t>
      </w:r>
      <w:r w:rsidRPr="00B55173">
        <w:t xml:space="preserve">ENERAL QUE SUPONDRÍA PARA EL </w:t>
      </w:r>
      <w:r w:rsidRPr="0075216B">
        <w:t xml:space="preserve">MUNICIPIO DE YAIZA </w:t>
      </w:r>
      <w:smartTag w:uri="urn:schemas-microsoft-com:office:smarttags" w:element="PersonName">
        <w:smartTagPr>
          <w:attr w:name="ProductID" w:val="LA SOLICITUD"/>
        </w:smartTagPr>
        <w:smartTag w:uri="urn:schemas-microsoft-com:office:smarttags" w:element="PersonName">
          <w:smartTagPr>
            <w:attr w:name="ProductID" w:val="LA SOLICITUD"/>
          </w:smartTagPr>
          <w:r w:rsidRPr="0075216B">
            <w:t>LA CONSTRUCCIÓN</w:t>
          </w:r>
        </w:smartTag>
        <w:r w:rsidRPr="0075216B">
          <w:t xml:space="preserve"> Y</w:t>
        </w:r>
      </w:smartTag>
      <w:r w:rsidRPr="0075216B">
        <w:t xml:space="preserve"> PUESTA EN FUNCIONAMIENTO DE UNA OBRA DE ESAS CARACTERÍSTICAS.</w:t>
      </w:r>
    </w:p>
    <w:p w:rsidR="00231E5E" w:rsidRDefault="00231E5E" w:rsidP="0075216B">
      <w:pPr>
        <w:jc w:val="both"/>
      </w:pPr>
      <w:r w:rsidRPr="00B55173">
        <w:t>- IMFORME URBAN</w:t>
      </w:r>
      <w:r>
        <w:t>ÍSTICO QUE TENGA EN CUE</w:t>
      </w:r>
      <w:r w:rsidRPr="00B55173">
        <w:t>NTA T</w:t>
      </w:r>
      <w:r>
        <w:t>ODOS LOS PLANEAMIENTOS VIGENTES</w:t>
      </w:r>
      <w:r w:rsidRPr="00B55173">
        <w:t xml:space="preserve"> Y DE APLICACIÓN SOBRE ESE SUELO ( ORDENANZA PLAN PARCIAL, PGOU Y PIOT ENTRE LOS MÁS SIGNIFICATIVOS).</w:t>
      </w:r>
    </w:p>
    <w:p w:rsidR="00231E5E" w:rsidRPr="00B55173" w:rsidRDefault="00231E5E" w:rsidP="0075216B">
      <w:pPr>
        <w:jc w:val="both"/>
      </w:pPr>
      <w:r w:rsidRPr="00FD3D08">
        <w:rPr>
          <w:u w:val="single"/>
        </w:rPr>
        <w:t xml:space="preserve">7.- </w:t>
      </w:r>
      <w:r>
        <w:rPr>
          <w:u w:val="single"/>
        </w:rPr>
        <w:t>¿ POR QUÉ SE APRUEBA ESA CESIÓN DE SUELO PÚBLICO SIN LOS INFORMES NECESARIOS,</w:t>
      </w:r>
      <w:r w:rsidRPr="00571EAA">
        <w:rPr>
          <w:u w:val="single"/>
        </w:rPr>
        <w:t xml:space="preserve"> </w:t>
      </w:r>
      <w:r>
        <w:rPr>
          <w:u w:val="single"/>
        </w:rPr>
        <w:t xml:space="preserve">CUANDO </w:t>
      </w:r>
      <w:smartTag w:uri="urn:schemas-microsoft-com:office:smarttags" w:element="PersonName">
        <w:smartTagPr>
          <w:attr w:name="ProductID" w:val="LA SOLICITUD"/>
        </w:smartTagPr>
        <w:r>
          <w:rPr>
            <w:u w:val="single"/>
          </w:rPr>
          <w:t>LA ALCALDESA CONOCE</w:t>
        </w:r>
      </w:smartTag>
      <w:r>
        <w:rPr>
          <w:u w:val="single"/>
        </w:rPr>
        <w:t xml:space="preserve"> DE SU NECESIDAD, CON UNA CONVOCATORIA DE 12 HORAS DE ANTELACIÓN EL 29 DE JULIO?, ¿POR QUÉ NO SE LE DIO TRASLADO A LOS MEDIOS DE COMUNICACIÓN? ¿ QUÉ INTERESES HAY DETRÁS DE TODO ESTO? ¿ ES NORMAL QUE SOBRE UN ASUNTO DE ESTAS CARACTERÍSTICAS EL AYUNTAMIENTO RESUELVA EL MISMO DÍA QUE SE PRESENTA </w:t>
      </w:r>
      <w:smartTag w:uri="urn:schemas-microsoft-com:office:smarttags" w:element="PersonName">
        <w:smartTagPr>
          <w:attr w:name="ProductID" w:val="LA SOLICITUD"/>
        </w:smartTagPr>
        <w:r>
          <w:rPr>
            <w:u w:val="single"/>
          </w:rPr>
          <w:t>LA SOLICITUD</w:t>
        </w:r>
      </w:smartTag>
      <w:r>
        <w:rPr>
          <w:u w:val="single"/>
        </w:rPr>
        <w:t>?</w:t>
      </w:r>
    </w:p>
    <w:sectPr w:rsidR="00231E5E" w:rsidRPr="00B55173" w:rsidSect="005B32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F30"/>
    <w:rsid w:val="000D5009"/>
    <w:rsid w:val="00231E5E"/>
    <w:rsid w:val="003802D8"/>
    <w:rsid w:val="00380F81"/>
    <w:rsid w:val="003C06BA"/>
    <w:rsid w:val="003C391C"/>
    <w:rsid w:val="00513EEF"/>
    <w:rsid w:val="00571EAA"/>
    <w:rsid w:val="005A75C9"/>
    <w:rsid w:val="005B09F5"/>
    <w:rsid w:val="005B3210"/>
    <w:rsid w:val="006E67BC"/>
    <w:rsid w:val="00726F99"/>
    <w:rsid w:val="0075216B"/>
    <w:rsid w:val="007D1F30"/>
    <w:rsid w:val="00954EA0"/>
    <w:rsid w:val="009734B3"/>
    <w:rsid w:val="009C5036"/>
    <w:rsid w:val="00A91709"/>
    <w:rsid w:val="00AC4B0C"/>
    <w:rsid w:val="00B55173"/>
    <w:rsid w:val="00D84368"/>
    <w:rsid w:val="00ED6A77"/>
    <w:rsid w:val="00FD3CA9"/>
    <w:rsid w:val="00FD3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21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360</Words>
  <Characters>1984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“ZONA VERDE MONTAÑA ROJA”</dc:title>
  <dc:subject/>
  <dc:creator>Usuario</dc:creator>
  <cp:keywords/>
  <dc:description/>
  <cp:lastModifiedBy>Usuario</cp:lastModifiedBy>
  <cp:revision>2</cp:revision>
  <cp:lastPrinted>2011-10-18T09:11:00Z</cp:lastPrinted>
  <dcterms:created xsi:type="dcterms:W3CDTF">2011-10-18T11:35:00Z</dcterms:created>
  <dcterms:modified xsi:type="dcterms:W3CDTF">2011-10-18T11:35:00Z</dcterms:modified>
</cp:coreProperties>
</file>